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AF" w:rsidRPr="001845FD" w:rsidRDefault="00BB4FAF" w:rsidP="00A035DE">
      <w:pPr>
        <w:ind w:left="4248" w:firstLine="708"/>
        <w:jc w:val="center"/>
        <w:rPr>
          <w:sz w:val="28"/>
          <w:szCs w:val="28"/>
        </w:rPr>
      </w:pPr>
      <w:bookmarkStart w:id="0" w:name="_GoBack"/>
      <w:bookmarkEnd w:id="0"/>
      <w:r w:rsidRPr="005F225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BB4FAF" w:rsidRDefault="00BB4FAF" w:rsidP="0082223B">
      <w:pPr>
        <w:ind w:left="5103"/>
        <w:jc w:val="center"/>
        <w:rPr>
          <w:sz w:val="28"/>
          <w:szCs w:val="28"/>
        </w:rPr>
      </w:pPr>
    </w:p>
    <w:p w:rsidR="00BB4FAF" w:rsidRDefault="00BB4FAF" w:rsidP="0082223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B4FAF" w:rsidRDefault="00BB4FAF" w:rsidP="0082223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BB4FAF" w:rsidRDefault="00BB4FAF" w:rsidP="0082223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</w:t>
      </w:r>
    </w:p>
    <w:p w:rsidR="00BB4FAF" w:rsidRPr="005F225B" w:rsidRDefault="00BB4FAF" w:rsidP="0082223B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t>Московской области</w:t>
      </w:r>
    </w:p>
    <w:p w:rsidR="00BB4FAF" w:rsidRDefault="00BB4FAF" w:rsidP="0076641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D0CC8">
        <w:rPr>
          <w:sz w:val="28"/>
          <w:szCs w:val="28"/>
        </w:rPr>
        <w:t>24.12.2013</w:t>
      </w:r>
      <w:r w:rsidRPr="007B2D7C">
        <w:rPr>
          <w:sz w:val="28"/>
          <w:szCs w:val="28"/>
        </w:rPr>
        <w:t xml:space="preserve">г. № </w:t>
      </w:r>
      <w:r w:rsidRPr="009D0CC8">
        <w:rPr>
          <w:sz w:val="28"/>
          <w:szCs w:val="28"/>
        </w:rPr>
        <w:t>1055-ПГ</w:t>
      </w:r>
    </w:p>
    <w:p w:rsidR="00BB4FAF" w:rsidRDefault="00BB4FAF" w:rsidP="0082223B">
      <w:pPr>
        <w:rPr>
          <w:sz w:val="28"/>
          <w:szCs w:val="28"/>
        </w:rPr>
      </w:pPr>
    </w:p>
    <w:p w:rsidR="00BB4FAF" w:rsidRDefault="00BB4FAF" w:rsidP="00822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общественного совета по контролю реализации стандартов организации работы </w:t>
      </w:r>
      <w:r w:rsidRPr="004A1CEC">
        <w:rPr>
          <w:sz w:val="28"/>
          <w:szCs w:val="28"/>
        </w:rPr>
        <w:t>общеобразовательной школы</w:t>
      </w:r>
    </w:p>
    <w:p w:rsidR="00BB4FAF" w:rsidRPr="0082223B" w:rsidRDefault="00BB4FAF" w:rsidP="008222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Котельники Московской области </w:t>
      </w:r>
    </w:p>
    <w:p w:rsidR="00BB4FAF" w:rsidRPr="00560A51" w:rsidRDefault="00BB4FAF" w:rsidP="0082223B">
      <w:pPr>
        <w:jc w:val="both"/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2835"/>
        <w:gridCol w:w="3936"/>
      </w:tblGrid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Залетов В.В</w:t>
            </w:r>
          </w:p>
        </w:tc>
        <w:tc>
          <w:tcPr>
            <w:tcW w:w="3936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- заместитель главы администрации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Зам. председателя:</w:t>
            </w: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Зуева Ю.Ю.</w:t>
            </w:r>
          </w:p>
        </w:tc>
        <w:tc>
          <w:tcPr>
            <w:tcW w:w="3936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- начальник управления образования и социальной политики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Секретарь:</w:t>
            </w: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Силенко О.Н.</w:t>
            </w:r>
          </w:p>
        </w:tc>
        <w:tc>
          <w:tcPr>
            <w:tcW w:w="3936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- консультант отдела общего образования управления образования и социальной политики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Члены оргкомитета:</w:t>
            </w: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Кузьмина И.М.</w:t>
            </w:r>
          </w:p>
        </w:tc>
        <w:tc>
          <w:tcPr>
            <w:tcW w:w="3936" w:type="dxa"/>
          </w:tcPr>
          <w:p w:rsidR="00BB4FAF" w:rsidRPr="006B1F34" w:rsidRDefault="00BB4FAF" w:rsidP="0082223B">
            <w:pPr>
              <w:rPr>
                <w:b/>
                <w:sz w:val="28"/>
                <w:szCs w:val="28"/>
              </w:rPr>
            </w:pPr>
            <w:r w:rsidRPr="006B1F34">
              <w:rPr>
                <w:b/>
                <w:sz w:val="28"/>
                <w:szCs w:val="28"/>
              </w:rPr>
              <w:t xml:space="preserve">- </w:t>
            </w:r>
            <w:r w:rsidRPr="006B1F34">
              <w:rPr>
                <w:sz w:val="28"/>
                <w:szCs w:val="28"/>
              </w:rPr>
              <w:t>заместитель начальника управления образования и социальной политики – начальник отдела общего образования</w:t>
            </w:r>
            <w:r w:rsidRPr="006B1F3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Набокин М.В.</w:t>
            </w:r>
          </w:p>
        </w:tc>
        <w:tc>
          <w:tcPr>
            <w:tcW w:w="3936" w:type="dxa"/>
          </w:tcPr>
          <w:p w:rsidR="00BB4FAF" w:rsidRPr="006B1F34" w:rsidRDefault="00BB4FAF" w:rsidP="0082223B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- депутат Совета депутатов  г.о. Котельники Московской области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Суворова В.А.</w:t>
            </w:r>
          </w:p>
        </w:tc>
        <w:tc>
          <w:tcPr>
            <w:tcW w:w="3936" w:type="dxa"/>
          </w:tcPr>
          <w:p w:rsidR="00BB4FAF" w:rsidRPr="006B1F34" w:rsidRDefault="00BB4FAF" w:rsidP="00ED2C9B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 xml:space="preserve">-председатель Совета предпринимателей г.о.Котельники Московской области 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FAF" w:rsidRPr="006B1F34" w:rsidRDefault="00BB4FAF" w:rsidP="00383A17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Дорошенко Е.Н.</w:t>
            </w:r>
          </w:p>
        </w:tc>
        <w:tc>
          <w:tcPr>
            <w:tcW w:w="3936" w:type="dxa"/>
          </w:tcPr>
          <w:p w:rsidR="00BB4FAF" w:rsidRPr="006B1F34" w:rsidRDefault="00BB4FAF" w:rsidP="00ED2C9B">
            <w:pPr>
              <w:rPr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 xml:space="preserve">-заведующий МБДОУ д/с «Светлячок» </w:t>
            </w:r>
          </w:p>
        </w:tc>
      </w:tr>
      <w:tr w:rsidR="00BB4FAF" w:rsidTr="006B1F34">
        <w:tc>
          <w:tcPr>
            <w:tcW w:w="2943" w:type="dxa"/>
          </w:tcPr>
          <w:p w:rsidR="00BB4FAF" w:rsidRPr="006B1F34" w:rsidRDefault="00BB4FAF" w:rsidP="00383A17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FAF" w:rsidRPr="006B1F34" w:rsidRDefault="00BB4FAF" w:rsidP="00112F75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3936" w:type="dxa"/>
          </w:tcPr>
          <w:p w:rsidR="00BB4FAF" w:rsidRPr="006B1F34" w:rsidRDefault="00BB4FAF" w:rsidP="00112F75">
            <w:pPr>
              <w:rPr>
                <w:b/>
                <w:sz w:val="28"/>
                <w:szCs w:val="28"/>
              </w:rPr>
            </w:pPr>
            <w:r w:rsidRPr="006B1F34">
              <w:rPr>
                <w:sz w:val="28"/>
                <w:szCs w:val="28"/>
              </w:rPr>
              <w:t>- представитель территориального отдела Роспотребнадзора по Московской области</w:t>
            </w:r>
          </w:p>
        </w:tc>
      </w:tr>
    </w:tbl>
    <w:p w:rsidR="00BB4FAF" w:rsidRDefault="00BB4FAF" w:rsidP="0082223B">
      <w:pPr>
        <w:jc w:val="center"/>
        <w:rPr>
          <w:sz w:val="28"/>
          <w:szCs w:val="28"/>
        </w:rPr>
      </w:pPr>
    </w:p>
    <w:p w:rsidR="00BB4FAF" w:rsidRDefault="00BB4FAF" w:rsidP="0082223B">
      <w:pPr>
        <w:rPr>
          <w:sz w:val="28"/>
          <w:szCs w:val="28"/>
        </w:rPr>
      </w:pPr>
    </w:p>
    <w:p w:rsidR="00BB4FAF" w:rsidRDefault="00BB4FAF" w:rsidP="0082223B">
      <w:pPr>
        <w:rPr>
          <w:sz w:val="28"/>
          <w:szCs w:val="28"/>
        </w:rPr>
      </w:pPr>
    </w:p>
    <w:p w:rsidR="00BB4FAF" w:rsidRDefault="00BB4FAF" w:rsidP="0082223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BB4FAF" w:rsidRPr="0082223B" w:rsidRDefault="00BB4FAF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социальной политики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Ю.Ю. Зуева</w:t>
      </w:r>
    </w:p>
    <w:sectPr w:rsidR="00BB4FAF" w:rsidRPr="0082223B" w:rsidSect="00920272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25B"/>
    <w:rsid w:val="000230DA"/>
    <w:rsid w:val="000A4EFD"/>
    <w:rsid w:val="000D1352"/>
    <w:rsid w:val="00112F75"/>
    <w:rsid w:val="001845FD"/>
    <w:rsid w:val="0028059C"/>
    <w:rsid w:val="00383A17"/>
    <w:rsid w:val="004A1CEC"/>
    <w:rsid w:val="00560A51"/>
    <w:rsid w:val="005F225B"/>
    <w:rsid w:val="00613E90"/>
    <w:rsid w:val="006B1F34"/>
    <w:rsid w:val="00711618"/>
    <w:rsid w:val="00766419"/>
    <w:rsid w:val="007A5085"/>
    <w:rsid w:val="007B2D7C"/>
    <w:rsid w:val="00820C61"/>
    <w:rsid w:val="0082223B"/>
    <w:rsid w:val="00886320"/>
    <w:rsid w:val="00920272"/>
    <w:rsid w:val="009D0CC8"/>
    <w:rsid w:val="00A035DE"/>
    <w:rsid w:val="00BB4FAF"/>
    <w:rsid w:val="00ED2C9B"/>
    <w:rsid w:val="00F47453"/>
    <w:rsid w:val="00F778A9"/>
    <w:rsid w:val="00F9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2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30D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A4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EF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160</Words>
  <Characters>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user-press</cp:lastModifiedBy>
  <cp:revision>3</cp:revision>
  <cp:lastPrinted>2013-12-13T08:41:00Z</cp:lastPrinted>
  <dcterms:created xsi:type="dcterms:W3CDTF">2013-12-16T07:13:00Z</dcterms:created>
  <dcterms:modified xsi:type="dcterms:W3CDTF">2014-02-04T08:46:00Z</dcterms:modified>
</cp:coreProperties>
</file>