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865" w:rsidRDefault="007928A1" w:rsidP="00700865">
      <w:pPr>
        <w:jc w:val="center"/>
      </w:pPr>
      <w:r>
        <w:t>_</w:t>
      </w:r>
      <w:r w:rsidR="00357F38">
        <w:t>_</w:t>
      </w:r>
      <w:r w:rsidR="00FB23D4">
        <w:t>_</w:t>
      </w:r>
      <w:r w:rsidR="00357F38" w:rsidRPr="0053597A">
        <w:t>__</w:t>
      </w:r>
      <w:r w:rsidR="00FB23D4">
        <w:rPr>
          <w:u w:val="single"/>
          <w:lang w:val="en-US"/>
        </w:rPr>
        <w:t>29</w:t>
      </w:r>
      <w:r w:rsidR="00FB23D4">
        <w:rPr>
          <w:u w:val="single"/>
        </w:rPr>
        <w:t>.04.2014г.</w:t>
      </w:r>
      <w:r w:rsidR="00357F38" w:rsidRPr="0053597A">
        <w:t>__</w:t>
      </w:r>
      <w:r w:rsidR="00A64755" w:rsidRPr="007C111C">
        <w:t>_</w:t>
      </w:r>
      <w:r w:rsidR="00A64755">
        <w:t>_№___</w:t>
      </w:r>
      <w:r w:rsidR="00357F38">
        <w:t>_</w:t>
      </w:r>
      <w:r w:rsidR="00FB23D4">
        <w:t>_</w:t>
      </w:r>
      <w:r w:rsidR="00FB23D4">
        <w:rPr>
          <w:u w:val="single"/>
        </w:rPr>
        <w:t>330-ПГ</w:t>
      </w:r>
      <w:r w:rsidR="00357F38" w:rsidRPr="0053597A">
        <w:t>__</w:t>
      </w:r>
      <w:r w:rsidR="00014434">
        <w:t>____</w:t>
      </w:r>
    </w:p>
    <w:p w:rsidR="00700865" w:rsidRDefault="00700865" w:rsidP="00700865">
      <w:pPr>
        <w:pStyle w:val="a4"/>
        <w:jc w:val="center"/>
        <w:rPr>
          <w:w w:val="115"/>
        </w:rPr>
      </w:pPr>
    </w:p>
    <w:p w:rsidR="00700865" w:rsidRPr="0031683D" w:rsidRDefault="00700865" w:rsidP="00700865">
      <w:pPr>
        <w:pStyle w:val="a4"/>
        <w:jc w:val="center"/>
        <w:rPr>
          <w:w w:val="115"/>
          <w:sz w:val="28"/>
          <w:szCs w:val="28"/>
        </w:rPr>
      </w:pPr>
      <w:r w:rsidRPr="0031683D">
        <w:rPr>
          <w:w w:val="115"/>
          <w:sz w:val="28"/>
          <w:szCs w:val="28"/>
        </w:rPr>
        <w:t>г. Котельники</w:t>
      </w:r>
    </w:p>
    <w:p w:rsidR="006D6917" w:rsidRDefault="006D6917" w:rsidP="006D6917">
      <w:pPr>
        <w:pStyle w:val="a4"/>
        <w:jc w:val="center"/>
      </w:pPr>
    </w:p>
    <w:p w:rsidR="008D11D7" w:rsidRDefault="006D6917" w:rsidP="006D6917">
      <w:pPr>
        <w:rPr>
          <w:sz w:val="28"/>
          <w:szCs w:val="28"/>
        </w:rPr>
      </w:pPr>
      <w:r w:rsidRPr="006D6917">
        <w:rPr>
          <w:sz w:val="28"/>
          <w:szCs w:val="28"/>
        </w:rPr>
        <w:t>О</w:t>
      </w:r>
      <w:r w:rsidR="0053597A">
        <w:rPr>
          <w:sz w:val="28"/>
          <w:szCs w:val="28"/>
        </w:rPr>
        <w:t xml:space="preserve">б </w:t>
      </w:r>
      <w:r w:rsidR="008D11D7">
        <w:rPr>
          <w:sz w:val="28"/>
          <w:szCs w:val="28"/>
        </w:rPr>
        <w:t xml:space="preserve">утверждении Положения об </w:t>
      </w:r>
      <w:r w:rsidR="0053597A">
        <w:rPr>
          <w:sz w:val="28"/>
          <w:szCs w:val="28"/>
        </w:rPr>
        <w:t xml:space="preserve">оплате </w:t>
      </w:r>
    </w:p>
    <w:p w:rsidR="000506E8" w:rsidRDefault="0053597A" w:rsidP="006D6917">
      <w:pPr>
        <w:rPr>
          <w:sz w:val="28"/>
          <w:szCs w:val="28"/>
        </w:rPr>
      </w:pPr>
      <w:r>
        <w:rPr>
          <w:sz w:val="28"/>
          <w:szCs w:val="28"/>
        </w:rPr>
        <w:t xml:space="preserve">труда </w:t>
      </w:r>
      <w:r w:rsidR="000506E8">
        <w:rPr>
          <w:sz w:val="28"/>
          <w:szCs w:val="28"/>
        </w:rPr>
        <w:t>работников муниципальных</w:t>
      </w:r>
    </w:p>
    <w:p w:rsidR="000506E8" w:rsidRDefault="000506E8" w:rsidP="006D6917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образовательных </w:t>
      </w:r>
      <w:r w:rsidR="0053597A">
        <w:rPr>
          <w:sz w:val="28"/>
          <w:szCs w:val="28"/>
        </w:rPr>
        <w:t>организаций</w:t>
      </w:r>
      <w:r>
        <w:rPr>
          <w:sz w:val="28"/>
          <w:szCs w:val="28"/>
        </w:rPr>
        <w:t xml:space="preserve"> </w:t>
      </w:r>
      <w:r w:rsidR="00532407">
        <w:rPr>
          <w:sz w:val="28"/>
          <w:szCs w:val="28"/>
        </w:rPr>
        <w:t xml:space="preserve">городского </w:t>
      </w:r>
    </w:p>
    <w:p w:rsidR="00B812AA" w:rsidRDefault="00532407" w:rsidP="006D6917">
      <w:pPr>
        <w:rPr>
          <w:sz w:val="28"/>
          <w:szCs w:val="28"/>
        </w:rPr>
      </w:pPr>
      <w:r>
        <w:rPr>
          <w:sz w:val="28"/>
          <w:szCs w:val="28"/>
        </w:rPr>
        <w:t>округа Котельники</w:t>
      </w:r>
      <w:r w:rsidR="000506E8">
        <w:rPr>
          <w:sz w:val="28"/>
          <w:szCs w:val="28"/>
        </w:rPr>
        <w:t xml:space="preserve"> Московской области</w:t>
      </w:r>
    </w:p>
    <w:p w:rsidR="00B812AA" w:rsidRDefault="00B812AA" w:rsidP="006D6917">
      <w:pPr>
        <w:rPr>
          <w:sz w:val="28"/>
          <w:szCs w:val="28"/>
        </w:rPr>
      </w:pPr>
    </w:p>
    <w:p w:rsidR="0053597A" w:rsidRDefault="0053597A" w:rsidP="006D6917">
      <w:pPr>
        <w:rPr>
          <w:sz w:val="28"/>
          <w:szCs w:val="28"/>
        </w:rPr>
      </w:pPr>
    </w:p>
    <w:p w:rsidR="00357F38" w:rsidRDefault="00357F38" w:rsidP="00357F3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53597A">
        <w:rPr>
          <w:sz w:val="28"/>
          <w:szCs w:val="28"/>
        </w:rPr>
        <w:t xml:space="preserve">Федеральным законом от 29.12.2012 №273-ФЗ «Об образовании в Российской Федерации», Законом Московской области №94/2013-ОЗ «Об образовании, постановлением Правительства Московской области от 27.12.2013 №1186/58 «Об оплате труда работников государственных образовательных организаций Московской области», </w:t>
      </w:r>
      <w:r>
        <w:rPr>
          <w:sz w:val="28"/>
          <w:szCs w:val="28"/>
        </w:rPr>
        <w:t xml:space="preserve">постановлением Правительства Московской области от 23.08.2013  №662/37 «Об утверждении государственной программы Московской области «Предпринимательство Подмосковья» подпрограммы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«Содействие занятости населения и развитию</w:t>
      </w:r>
      <w:proofErr w:type="gramEnd"/>
      <w:r>
        <w:rPr>
          <w:sz w:val="28"/>
          <w:szCs w:val="28"/>
        </w:rPr>
        <w:t xml:space="preserve"> рынка труда», во исполнение писем Комитета по труду и занятости населения Московской области от 03.03.2014 № </w:t>
      </w:r>
      <w:proofErr w:type="spellStart"/>
      <w:proofErr w:type="gramStart"/>
      <w:r>
        <w:rPr>
          <w:sz w:val="28"/>
          <w:szCs w:val="28"/>
        </w:rPr>
        <w:t>Исх</w:t>
      </w:r>
      <w:proofErr w:type="spellEnd"/>
      <w:proofErr w:type="gramEnd"/>
      <w:r>
        <w:rPr>
          <w:sz w:val="28"/>
          <w:szCs w:val="28"/>
        </w:rPr>
        <w:t xml:space="preserve"> – 1159/09 «О повышении заработной платы работникам муниципальных учреждений» и от 20.03.2014 № </w:t>
      </w:r>
      <w:proofErr w:type="spellStart"/>
      <w:r>
        <w:rPr>
          <w:sz w:val="28"/>
          <w:szCs w:val="28"/>
        </w:rPr>
        <w:t>Исх</w:t>
      </w:r>
      <w:proofErr w:type="spellEnd"/>
      <w:r>
        <w:rPr>
          <w:sz w:val="28"/>
          <w:szCs w:val="28"/>
        </w:rPr>
        <w:t xml:space="preserve"> – 1531/09 «О мониторинге принятия нормативных правовых актов»</w:t>
      </w:r>
    </w:p>
    <w:p w:rsidR="00525EA4" w:rsidRPr="0083476F" w:rsidRDefault="00525EA4" w:rsidP="00B812AA">
      <w:pPr>
        <w:ind w:firstLine="709"/>
        <w:jc w:val="both"/>
        <w:rPr>
          <w:sz w:val="28"/>
          <w:szCs w:val="28"/>
        </w:rPr>
      </w:pPr>
    </w:p>
    <w:p w:rsidR="00B812AA" w:rsidRPr="000506E8" w:rsidRDefault="00B812AA" w:rsidP="00B812AA">
      <w:pPr>
        <w:ind w:firstLine="709"/>
        <w:jc w:val="center"/>
        <w:rPr>
          <w:b/>
          <w:sz w:val="28"/>
          <w:szCs w:val="28"/>
        </w:rPr>
      </w:pPr>
      <w:r w:rsidRPr="000506E8">
        <w:rPr>
          <w:b/>
          <w:sz w:val="28"/>
          <w:szCs w:val="28"/>
        </w:rPr>
        <w:t>ПОСТАНОВЛЯЮ:</w:t>
      </w:r>
    </w:p>
    <w:p w:rsidR="00B812AA" w:rsidRDefault="00B812AA" w:rsidP="00B812AA">
      <w:pPr>
        <w:ind w:firstLine="709"/>
        <w:jc w:val="center"/>
        <w:rPr>
          <w:sz w:val="28"/>
          <w:szCs w:val="28"/>
        </w:rPr>
      </w:pPr>
    </w:p>
    <w:p w:rsidR="00934E5A" w:rsidRDefault="0031502D" w:rsidP="00934E5A">
      <w:pPr>
        <w:ind w:firstLine="709"/>
        <w:jc w:val="both"/>
        <w:rPr>
          <w:sz w:val="28"/>
          <w:szCs w:val="28"/>
        </w:rPr>
      </w:pPr>
      <w:r w:rsidRPr="00B812AA">
        <w:rPr>
          <w:sz w:val="28"/>
          <w:szCs w:val="28"/>
        </w:rPr>
        <w:t xml:space="preserve">1. </w:t>
      </w:r>
      <w:r w:rsidR="00A25B03">
        <w:rPr>
          <w:sz w:val="28"/>
          <w:szCs w:val="28"/>
        </w:rPr>
        <w:t xml:space="preserve">Утвердить Положение об оплате труда работников муниципальных образовательных организаций </w:t>
      </w:r>
      <w:r w:rsidR="00B812AA">
        <w:rPr>
          <w:sz w:val="28"/>
          <w:szCs w:val="28"/>
        </w:rPr>
        <w:t xml:space="preserve">городского округа Котельники </w:t>
      </w:r>
      <w:r w:rsidRPr="00B812AA">
        <w:rPr>
          <w:sz w:val="28"/>
          <w:szCs w:val="28"/>
        </w:rPr>
        <w:t>Московской области</w:t>
      </w:r>
      <w:r w:rsidR="00A25B03">
        <w:rPr>
          <w:sz w:val="28"/>
          <w:szCs w:val="28"/>
        </w:rPr>
        <w:t xml:space="preserve"> </w:t>
      </w:r>
      <w:r w:rsidRPr="00B812AA">
        <w:rPr>
          <w:sz w:val="28"/>
          <w:szCs w:val="28"/>
        </w:rPr>
        <w:t>(далее - Положение)</w:t>
      </w:r>
      <w:r w:rsidR="00640F3C">
        <w:rPr>
          <w:sz w:val="28"/>
          <w:szCs w:val="28"/>
        </w:rPr>
        <w:t xml:space="preserve"> приложение №1 к настоящему постановлению</w:t>
      </w:r>
      <w:r w:rsidR="00A25B03">
        <w:rPr>
          <w:sz w:val="28"/>
          <w:szCs w:val="28"/>
        </w:rPr>
        <w:t>.</w:t>
      </w:r>
    </w:p>
    <w:p w:rsidR="00E042D4" w:rsidRDefault="00637B26" w:rsidP="00934E5A">
      <w:pPr>
        <w:ind w:firstLine="709"/>
        <w:jc w:val="both"/>
        <w:rPr>
          <w:rFonts w:eastAsia="Calibri"/>
          <w:sz w:val="28"/>
          <w:szCs w:val="28"/>
        </w:rPr>
      </w:pPr>
      <w:r>
        <w:t>2</w:t>
      </w:r>
      <w:r w:rsidRPr="00637B26">
        <w:rPr>
          <w:sz w:val="28"/>
          <w:szCs w:val="28"/>
        </w:rPr>
        <w:t xml:space="preserve">. Приложение </w:t>
      </w:r>
      <w:r w:rsidR="00E042D4">
        <w:t>№2</w:t>
      </w:r>
      <w:r w:rsidR="00E042D4">
        <w:rPr>
          <w:rFonts w:eastAsia="Calibri"/>
          <w:sz w:val="28"/>
          <w:szCs w:val="28"/>
        </w:rPr>
        <w:t xml:space="preserve"> </w:t>
      </w:r>
      <w:r w:rsidR="00E042D4" w:rsidRPr="009F2FCA">
        <w:rPr>
          <w:rFonts w:eastAsia="Calibri"/>
          <w:sz w:val="28"/>
          <w:szCs w:val="28"/>
        </w:rPr>
        <w:t xml:space="preserve">к Положению изложить в новой редакции согласно </w:t>
      </w:r>
      <w:hyperlink r:id="rId6" w:history="1">
        <w:r w:rsidR="00E042D4" w:rsidRPr="009F2FCA">
          <w:rPr>
            <w:rFonts w:eastAsia="Calibri"/>
            <w:sz w:val="28"/>
            <w:szCs w:val="28"/>
          </w:rPr>
          <w:t xml:space="preserve">приложению № </w:t>
        </w:r>
      </w:hyperlink>
      <w:r w:rsidR="00E042D4">
        <w:t>2</w:t>
      </w:r>
      <w:r w:rsidR="00E042D4" w:rsidRPr="009F2FCA">
        <w:rPr>
          <w:rFonts w:eastAsia="Calibri"/>
          <w:sz w:val="28"/>
          <w:szCs w:val="28"/>
        </w:rPr>
        <w:t xml:space="preserve"> к настоящему постановлению</w:t>
      </w:r>
      <w:r>
        <w:rPr>
          <w:rFonts w:eastAsia="Calibri"/>
          <w:sz w:val="28"/>
          <w:szCs w:val="28"/>
        </w:rPr>
        <w:t>.</w:t>
      </w:r>
    </w:p>
    <w:p w:rsidR="009A1A5A" w:rsidRDefault="009A1A5A" w:rsidP="00934E5A">
      <w:pPr>
        <w:ind w:firstLine="709"/>
        <w:jc w:val="both"/>
        <w:rPr>
          <w:rFonts w:eastAsia="Calibri"/>
          <w:sz w:val="28"/>
          <w:szCs w:val="28"/>
        </w:rPr>
      </w:pPr>
      <w:r w:rsidRPr="009A1A5A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 Признать утратившими силу:</w:t>
      </w:r>
    </w:p>
    <w:p w:rsidR="00BC72EB" w:rsidRDefault="009A1A5A" w:rsidP="009A1A5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постановление главы городского округа Котельники Московской области от 24.06.2011 №474-ПГ </w:t>
      </w:r>
      <w:r w:rsidR="00BC72EB">
        <w:rPr>
          <w:rFonts w:eastAsia="Calibri"/>
          <w:sz w:val="28"/>
          <w:szCs w:val="28"/>
        </w:rPr>
        <w:t xml:space="preserve">      </w:t>
      </w:r>
      <w:r>
        <w:rPr>
          <w:rFonts w:eastAsia="Calibri"/>
          <w:sz w:val="28"/>
          <w:szCs w:val="28"/>
        </w:rPr>
        <w:t xml:space="preserve">«Об </w:t>
      </w:r>
      <w:r w:rsidR="00BC72EB">
        <w:rPr>
          <w:rFonts w:eastAsia="Calibri"/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 xml:space="preserve">оплате труда </w:t>
      </w:r>
      <w:r w:rsidR="00BC72EB"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 xml:space="preserve">работников </w:t>
      </w:r>
      <w:r w:rsidR="0022455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муниципальных </w:t>
      </w:r>
    </w:p>
    <w:p w:rsidR="00BC72EB" w:rsidRDefault="00BC72EB" w:rsidP="00BC72EB">
      <w:pPr>
        <w:jc w:val="both"/>
        <w:rPr>
          <w:rFonts w:eastAsia="Calibri"/>
          <w:sz w:val="28"/>
          <w:szCs w:val="28"/>
        </w:rPr>
      </w:pPr>
    </w:p>
    <w:p w:rsidR="00BC72EB" w:rsidRDefault="00BC72EB" w:rsidP="00BC72EB">
      <w:pPr>
        <w:jc w:val="both"/>
        <w:rPr>
          <w:rFonts w:eastAsia="Calibri"/>
          <w:sz w:val="28"/>
          <w:szCs w:val="28"/>
        </w:rPr>
      </w:pPr>
    </w:p>
    <w:p w:rsidR="009A1A5A" w:rsidRDefault="009A1A5A" w:rsidP="00BC72EB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образовательных учреждений администрации городского округа Котельники Московской области»;</w:t>
      </w:r>
    </w:p>
    <w:p w:rsidR="009A1A5A" w:rsidRDefault="009A1A5A" w:rsidP="009A1A5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постановление главы городского округа Котельники Московской области от 02.08.2011 №612-ПГ «О внесении дополнений в постановление главы городского округа Котельники Московской области от 24.06.2011 №474-ПГ «Об оплате </w:t>
      </w:r>
      <w:proofErr w:type="gramStart"/>
      <w:r>
        <w:rPr>
          <w:rFonts w:eastAsia="Calibri"/>
          <w:sz w:val="28"/>
          <w:szCs w:val="28"/>
        </w:rPr>
        <w:t>труда работников муниципальных образовательных учреждений администрации городского округа</w:t>
      </w:r>
      <w:proofErr w:type="gramEnd"/>
      <w:r>
        <w:rPr>
          <w:rFonts w:eastAsia="Calibri"/>
          <w:sz w:val="28"/>
          <w:szCs w:val="28"/>
        </w:rPr>
        <w:t xml:space="preserve"> Котельники Московской области»;</w:t>
      </w:r>
    </w:p>
    <w:p w:rsidR="009A1A5A" w:rsidRDefault="009A1A5A" w:rsidP="009A1A5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постановление главы городского округа Котельники Московской области от 23.09.2011 №745-ПГ «О внесении изменений в постановление главы городского округа Котельники Московской области от 24.06.2011 №474-ПГ «Об оплате </w:t>
      </w:r>
      <w:proofErr w:type="gramStart"/>
      <w:r>
        <w:rPr>
          <w:rFonts w:eastAsia="Calibri"/>
          <w:sz w:val="28"/>
          <w:szCs w:val="28"/>
        </w:rPr>
        <w:t>труда работников муниципальных образовательных учреждений администрации городского округа</w:t>
      </w:r>
      <w:proofErr w:type="gramEnd"/>
      <w:r>
        <w:rPr>
          <w:rFonts w:eastAsia="Calibri"/>
          <w:sz w:val="28"/>
          <w:szCs w:val="28"/>
        </w:rPr>
        <w:t xml:space="preserve"> Котельники Московской области» (с дополнениями, внесёнными постановлением главы городского округа Котельники Московской области от 02.08.2011 №612-ПГ);</w:t>
      </w:r>
    </w:p>
    <w:p w:rsidR="009A1A5A" w:rsidRDefault="009A1A5A" w:rsidP="009A1A5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постановление главы городского округа Котельники Московской области от 18.01.2012 №7-ПГ «О внесении изменений в постановление главы городского округа Котельники Московской области от 24.06.2011 №474-ПГ «Об оплате </w:t>
      </w:r>
      <w:proofErr w:type="gramStart"/>
      <w:r>
        <w:rPr>
          <w:rFonts w:eastAsia="Calibri"/>
          <w:sz w:val="28"/>
          <w:szCs w:val="28"/>
        </w:rPr>
        <w:t>труда работников муниципальных образовательных учреждений администрации городского округа</w:t>
      </w:r>
      <w:proofErr w:type="gramEnd"/>
      <w:r>
        <w:rPr>
          <w:rFonts w:eastAsia="Calibri"/>
          <w:sz w:val="28"/>
          <w:szCs w:val="28"/>
        </w:rPr>
        <w:t xml:space="preserve"> Котельники Московской области»;</w:t>
      </w:r>
    </w:p>
    <w:p w:rsidR="009A1A5A" w:rsidRDefault="009A1A5A" w:rsidP="009A1A5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постановление главы городского округа Котельники Московской области от 24.09.2012 №705-ПГ «О внесении изменений в постановление главы городского округа Котельники Московской области от 24.06.2011 №474-ПГ «Об оплате </w:t>
      </w:r>
      <w:proofErr w:type="gramStart"/>
      <w:r>
        <w:rPr>
          <w:rFonts w:eastAsia="Calibri"/>
          <w:sz w:val="28"/>
          <w:szCs w:val="28"/>
        </w:rPr>
        <w:t>труда работников муниципальных образовательных учреждений администрации городского округа</w:t>
      </w:r>
      <w:proofErr w:type="gramEnd"/>
      <w:r>
        <w:rPr>
          <w:rFonts w:eastAsia="Calibri"/>
          <w:sz w:val="28"/>
          <w:szCs w:val="28"/>
        </w:rPr>
        <w:t xml:space="preserve"> Котельники Московской области»;</w:t>
      </w:r>
    </w:p>
    <w:p w:rsidR="009A1A5A" w:rsidRDefault="009A1A5A" w:rsidP="009A1A5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постановление главы городского округа Котельники Московской области от 06.12.2012 №919-ПГ «О внесении изменений в постановление главы городского округа Котельники Московской области от 24.06.2011 №474-ПГ «Об оплате </w:t>
      </w:r>
      <w:proofErr w:type="gramStart"/>
      <w:r>
        <w:rPr>
          <w:rFonts w:eastAsia="Calibri"/>
          <w:sz w:val="28"/>
          <w:szCs w:val="28"/>
        </w:rPr>
        <w:t>труда работников муниципальных образовательных учреждений администрации городского округа</w:t>
      </w:r>
      <w:proofErr w:type="gramEnd"/>
      <w:r>
        <w:rPr>
          <w:rFonts w:eastAsia="Calibri"/>
          <w:sz w:val="28"/>
          <w:szCs w:val="28"/>
        </w:rPr>
        <w:t xml:space="preserve"> Котельники Московской области»;</w:t>
      </w:r>
    </w:p>
    <w:p w:rsidR="009A1A5A" w:rsidRDefault="00C23113" w:rsidP="009A1A5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постановление главы городского округа Котельники Московской области от 30.04.2013 №360-ПГ «О внесении изменений в постановление главы городского округа Котельники Московской области от 24.06.2011 №474-ПГ «Об оплате </w:t>
      </w:r>
      <w:proofErr w:type="gramStart"/>
      <w:r>
        <w:rPr>
          <w:rFonts w:eastAsia="Calibri"/>
          <w:sz w:val="28"/>
          <w:szCs w:val="28"/>
        </w:rPr>
        <w:t>труда работников муниципальных образовательных учреждений администрации городского округа</w:t>
      </w:r>
      <w:proofErr w:type="gramEnd"/>
      <w:r>
        <w:rPr>
          <w:rFonts w:eastAsia="Calibri"/>
          <w:sz w:val="28"/>
          <w:szCs w:val="28"/>
        </w:rPr>
        <w:t xml:space="preserve"> Котельники Московской области»;</w:t>
      </w:r>
    </w:p>
    <w:p w:rsidR="00C23113" w:rsidRDefault="00C23113" w:rsidP="009A1A5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постановление главы городского округа Котельники Московской области от 28.03.2014 №210-ПГ «О внесении изменений в постановление главы городского округа Котельники Московской области от 24.06.2011 №474-ПГ «Об оплате </w:t>
      </w:r>
      <w:proofErr w:type="gramStart"/>
      <w:r>
        <w:rPr>
          <w:rFonts w:eastAsia="Calibri"/>
          <w:sz w:val="28"/>
          <w:szCs w:val="28"/>
        </w:rPr>
        <w:t>труда работников муниципальных образовательных учреждений администрации городского округа</w:t>
      </w:r>
      <w:proofErr w:type="gramEnd"/>
      <w:r>
        <w:rPr>
          <w:rFonts w:eastAsia="Calibri"/>
          <w:sz w:val="28"/>
          <w:szCs w:val="28"/>
        </w:rPr>
        <w:t xml:space="preserve"> Котельники Московской области».</w:t>
      </w:r>
    </w:p>
    <w:p w:rsidR="008525FF" w:rsidRPr="00BC72EB" w:rsidRDefault="00BC72EB" w:rsidP="00934E5A">
      <w:pPr>
        <w:ind w:firstLine="709"/>
        <w:jc w:val="both"/>
        <w:rPr>
          <w:rFonts w:eastAsia="Calibri"/>
          <w:sz w:val="28"/>
          <w:szCs w:val="28"/>
        </w:rPr>
      </w:pPr>
      <w:r w:rsidRPr="00BC72EB">
        <w:rPr>
          <w:rFonts w:eastAsia="Calibri"/>
          <w:sz w:val="28"/>
          <w:szCs w:val="28"/>
        </w:rPr>
        <w:t>4</w:t>
      </w:r>
      <w:r w:rsidR="008525FF" w:rsidRPr="00BC72EB">
        <w:rPr>
          <w:rFonts w:eastAsia="Calibri"/>
          <w:sz w:val="28"/>
          <w:szCs w:val="28"/>
        </w:rPr>
        <w:t xml:space="preserve">. </w:t>
      </w:r>
      <w:r w:rsidRPr="00BC72EB">
        <w:rPr>
          <w:rFonts w:eastAsia="Calibri"/>
          <w:sz w:val="28"/>
          <w:szCs w:val="28"/>
        </w:rPr>
        <w:t xml:space="preserve">Пункт 1, 3 настоящего </w:t>
      </w:r>
      <w:r w:rsidR="008525FF" w:rsidRPr="00BC72EB">
        <w:rPr>
          <w:rFonts w:eastAsia="Calibri"/>
          <w:sz w:val="28"/>
          <w:szCs w:val="28"/>
        </w:rPr>
        <w:t>постановлени</w:t>
      </w:r>
      <w:r w:rsidRPr="00BC72EB">
        <w:rPr>
          <w:rFonts w:eastAsia="Calibri"/>
          <w:sz w:val="28"/>
          <w:szCs w:val="28"/>
        </w:rPr>
        <w:t xml:space="preserve">я вступаю </w:t>
      </w:r>
      <w:r w:rsidR="008525FF" w:rsidRPr="00BC72EB">
        <w:rPr>
          <w:rFonts w:eastAsia="Calibri"/>
          <w:sz w:val="28"/>
          <w:szCs w:val="28"/>
        </w:rPr>
        <w:t>т в силу с 1 мая 2014 года.</w:t>
      </w:r>
    </w:p>
    <w:p w:rsidR="008525FF" w:rsidRDefault="00BC72EB" w:rsidP="00934E5A">
      <w:pPr>
        <w:ind w:firstLine="709"/>
        <w:jc w:val="both"/>
        <w:rPr>
          <w:rFonts w:eastAsia="Calibri"/>
          <w:sz w:val="28"/>
          <w:szCs w:val="28"/>
        </w:rPr>
      </w:pPr>
      <w:r w:rsidRPr="00BC72EB">
        <w:rPr>
          <w:rFonts w:eastAsia="Calibri"/>
          <w:sz w:val="28"/>
          <w:szCs w:val="28"/>
        </w:rPr>
        <w:t>5. Пункт 2 настоящего</w:t>
      </w:r>
      <w:r w:rsidR="008525FF" w:rsidRPr="00BC72EB">
        <w:rPr>
          <w:rFonts w:eastAsia="Calibri"/>
          <w:sz w:val="28"/>
          <w:szCs w:val="28"/>
        </w:rPr>
        <w:t xml:space="preserve"> постановлени</w:t>
      </w:r>
      <w:r w:rsidRPr="00BC72EB">
        <w:rPr>
          <w:rFonts w:eastAsia="Calibri"/>
          <w:sz w:val="28"/>
          <w:szCs w:val="28"/>
        </w:rPr>
        <w:t>я</w:t>
      </w:r>
      <w:r w:rsidR="008525FF" w:rsidRPr="00BC72EB">
        <w:rPr>
          <w:rFonts w:eastAsia="Calibri"/>
          <w:sz w:val="28"/>
          <w:szCs w:val="28"/>
        </w:rPr>
        <w:t xml:space="preserve"> вступает в силу с 1 сентября 2014 года.</w:t>
      </w:r>
    </w:p>
    <w:p w:rsidR="008525FF" w:rsidRDefault="008525FF" w:rsidP="008525F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 </w:t>
      </w:r>
      <w:r w:rsidR="00BC72EB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>.</w:t>
      </w:r>
      <w:r w:rsidR="00BC72E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</w:t>
      </w:r>
      <w:r>
        <w:rPr>
          <w:sz w:val="28"/>
          <w:szCs w:val="28"/>
        </w:rPr>
        <w:t>публиковать данное постановление в газете «Котельники Сегодня» и разметить на официальном сайте городского округа Котельники Московской области.</w:t>
      </w:r>
    </w:p>
    <w:p w:rsidR="00E042D4" w:rsidRPr="00934E5A" w:rsidRDefault="00BC72EB" w:rsidP="008525FF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8525FF">
        <w:rPr>
          <w:rFonts w:eastAsia="Calibri"/>
          <w:sz w:val="28"/>
          <w:szCs w:val="28"/>
        </w:rPr>
        <w:t xml:space="preserve">. </w:t>
      </w:r>
      <w:proofErr w:type="gramStart"/>
      <w:r w:rsidR="008525FF">
        <w:rPr>
          <w:sz w:val="28"/>
          <w:szCs w:val="28"/>
        </w:rPr>
        <w:t>Контроль за</w:t>
      </w:r>
      <w:proofErr w:type="gramEnd"/>
      <w:r w:rsidR="008525FF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В.В. </w:t>
      </w:r>
      <w:proofErr w:type="spellStart"/>
      <w:r w:rsidR="008525FF">
        <w:rPr>
          <w:sz w:val="28"/>
          <w:szCs w:val="28"/>
        </w:rPr>
        <w:t>Залетова</w:t>
      </w:r>
      <w:proofErr w:type="spellEnd"/>
      <w:r w:rsidR="008525FF">
        <w:rPr>
          <w:sz w:val="28"/>
          <w:szCs w:val="28"/>
        </w:rPr>
        <w:t>.</w:t>
      </w:r>
    </w:p>
    <w:p w:rsidR="00843F6E" w:rsidRDefault="00843F6E" w:rsidP="00E91C5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</w:p>
    <w:p w:rsidR="001314A4" w:rsidRDefault="001314A4" w:rsidP="00394E2E">
      <w:pPr>
        <w:jc w:val="both"/>
        <w:rPr>
          <w:sz w:val="28"/>
          <w:szCs w:val="28"/>
        </w:rPr>
      </w:pPr>
    </w:p>
    <w:p w:rsidR="001314A4" w:rsidRDefault="008525FF" w:rsidP="00394E2E">
      <w:pPr>
        <w:jc w:val="both"/>
        <w:rPr>
          <w:sz w:val="28"/>
          <w:szCs w:val="28"/>
        </w:rPr>
      </w:pPr>
      <w:r w:rsidRPr="006A7CE2">
        <w:rPr>
          <w:sz w:val="28"/>
          <w:szCs w:val="28"/>
        </w:rPr>
        <w:t xml:space="preserve">Глава городского округа                                   </w:t>
      </w:r>
      <w:r w:rsidR="00214E74">
        <w:rPr>
          <w:sz w:val="28"/>
          <w:szCs w:val="28"/>
        </w:rPr>
        <w:t xml:space="preserve">        </w:t>
      </w:r>
      <w:r w:rsidRPr="006A7CE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</w:t>
      </w:r>
      <w:r w:rsidRPr="006A7CE2">
        <w:rPr>
          <w:sz w:val="28"/>
          <w:szCs w:val="28"/>
        </w:rPr>
        <w:t xml:space="preserve">  А.Ю. Седзеневский</w:t>
      </w:r>
    </w:p>
    <w:p w:rsidR="00450F35" w:rsidRDefault="00450F35" w:rsidP="00394E2E">
      <w:pPr>
        <w:jc w:val="both"/>
        <w:rPr>
          <w:sz w:val="28"/>
          <w:szCs w:val="28"/>
        </w:rPr>
      </w:pPr>
    </w:p>
    <w:p w:rsidR="00450F35" w:rsidRDefault="00450F35" w:rsidP="00394E2E">
      <w:pPr>
        <w:jc w:val="both"/>
        <w:rPr>
          <w:sz w:val="28"/>
          <w:szCs w:val="28"/>
        </w:rPr>
      </w:pPr>
    </w:p>
    <w:p w:rsidR="00450F35" w:rsidRDefault="00450F35" w:rsidP="00394E2E">
      <w:pPr>
        <w:jc w:val="both"/>
        <w:rPr>
          <w:sz w:val="28"/>
          <w:szCs w:val="28"/>
        </w:rPr>
      </w:pPr>
    </w:p>
    <w:p w:rsidR="00450F35" w:rsidRDefault="00450F35" w:rsidP="00394E2E">
      <w:pPr>
        <w:jc w:val="both"/>
        <w:rPr>
          <w:sz w:val="28"/>
          <w:szCs w:val="28"/>
        </w:rPr>
      </w:pPr>
    </w:p>
    <w:p w:rsidR="00450F35" w:rsidRDefault="00450F35" w:rsidP="00394E2E">
      <w:pPr>
        <w:jc w:val="both"/>
        <w:rPr>
          <w:sz w:val="28"/>
          <w:szCs w:val="28"/>
        </w:rPr>
      </w:pPr>
    </w:p>
    <w:p w:rsidR="00450F35" w:rsidRDefault="00450F35" w:rsidP="00394E2E">
      <w:pPr>
        <w:jc w:val="both"/>
        <w:rPr>
          <w:sz w:val="28"/>
          <w:szCs w:val="28"/>
        </w:rPr>
      </w:pPr>
    </w:p>
    <w:p w:rsidR="00450F35" w:rsidRDefault="00450F35" w:rsidP="00394E2E">
      <w:pPr>
        <w:jc w:val="both"/>
        <w:rPr>
          <w:sz w:val="28"/>
          <w:szCs w:val="28"/>
        </w:rPr>
      </w:pPr>
    </w:p>
    <w:p w:rsidR="00450F35" w:rsidRDefault="00450F35" w:rsidP="00394E2E">
      <w:pPr>
        <w:jc w:val="both"/>
        <w:rPr>
          <w:sz w:val="28"/>
          <w:szCs w:val="28"/>
        </w:rPr>
      </w:pPr>
    </w:p>
    <w:p w:rsidR="00450F35" w:rsidRDefault="00450F35" w:rsidP="00394E2E">
      <w:pPr>
        <w:jc w:val="both"/>
        <w:rPr>
          <w:sz w:val="28"/>
          <w:szCs w:val="28"/>
        </w:rPr>
      </w:pPr>
    </w:p>
    <w:p w:rsidR="00450F35" w:rsidRDefault="00450F35" w:rsidP="00394E2E">
      <w:pPr>
        <w:jc w:val="both"/>
        <w:rPr>
          <w:sz w:val="28"/>
          <w:szCs w:val="28"/>
        </w:rPr>
      </w:pPr>
    </w:p>
    <w:p w:rsidR="00450F35" w:rsidRDefault="00450F35" w:rsidP="00394E2E">
      <w:pPr>
        <w:jc w:val="both"/>
        <w:rPr>
          <w:sz w:val="28"/>
          <w:szCs w:val="28"/>
        </w:rPr>
      </w:pPr>
    </w:p>
    <w:p w:rsidR="00450F35" w:rsidRDefault="00450F35" w:rsidP="00394E2E">
      <w:pPr>
        <w:jc w:val="both"/>
        <w:rPr>
          <w:sz w:val="28"/>
          <w:szCs w:val="28"/>
        </w:rPr>
      </w:pPr>
    </w:p>
    <w:p w:rsidR="00360B3E" w:rsidRDefault="00360B3E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637B26" w:rsidRDefault="00637B26" w:rsidP="00394E2E">
      <w:pPr>
        <w:jc w:val="both"/>
        <w:rPr>
          <w:sz w:val="28"/>
          <w:szCs w:val="28"/>
        </w:rPr>
      </w:pPr>
    </w:p>
    <w:p w:rsidR="00360B3E" w:rsidRDefault="00360B3E" w:rsidP="00394E2E">
      <w:pPr>
        <w:jc w:val="both"/>
        <w:rPr>
          <w:sz w:val="28"/>
          <w:szCs w:val="28"/>
        </w:rPr>
      </w:pPr>
    </w:p>
    <w:p w:rsidR="00FC39D4" w:rsidRDefault="00FC39D4" w:rsidP="00394E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Ю.В. </w:t>
      </w:r>
      <w:proofErr w:type="spellStart"/>
      <w:r>
        <w:rPr>
          <w:sz w:val="28"/>
          <w:szCs w:val="28"/>
        </w:rPr>
        <w:t>Крапивенко</w:t>
      </w:r>
      <w:proofErr w:type="spellEnd"/>
    </w:p>
    <w:p w:rsidR="00FC39D4" w:rsidRDefault="00450F35" w:rsidP="00394E2E">
      <w:pPr>
        <w:jc w:val="both"/>
        <w:rPr>
          <w:sz w:val="28"/>
          <w:szCs w:val="28"/>
        </w:rPr>
      </w:pPr>
      <w:r>
        <w:rPr>
          <w:sz w:val="28"/>
          <w:szCs w:val="28"/>
        </w:rPr>
        <w:t>(498) 742-02-45</w:t>
      </w:r>
    </w:p>
    <w:sectPr w:rsidR="00FC39D4" w:rsidSect="008525FF">
      <w:headerReference w:type="even" r:id="rId7"/>
      <w:headerReference w:type="default" r:id="rId8"/>
      <w:headerReference w:type="first" r:id="rId9"/>
      <w:pgSz w:w="11906" w:h="16838" w:code="9"/>
      <w:pgMar w:top="1134" w:right="851" w:bottom="1134" w:left="1134" w:header="113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96C" w:rsidRDefault="00B2796C">
      <w:r>
        <w:separator/>
      </w:r>
    </w:p>
  </w:endnote>
  <w:endnote w:type="continuationSeparator" w:id="0">
    <w:p w:rsidR="00B2796C" w:rsidRDefault="00B27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96C" w:rsidRDefault="00B2796C">
      <w:r>
        <w:separator/>
      </w:r>
    </w:p>
  </w:footnote>
  <w:footnote w:type="continuationSeparator" w:id="0">
    <w:p w:rsidR="00B2796C" w:rsidRDefault="00B279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5F1" w:rsidRDefault="005E4F63" w:rsidP="00A269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265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5F1" w:rsidRDefault="00E265F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5F1" w:rsidRDefault="005E4F63" w:rsidP="00A269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265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23D4">
      <w:rPr>
        <w:rStyle w:val="a5"/>
        <w:noProof/>
      </w:rPr>
      <w:t>3</w:t>
    </w:r>
    <w:r>
      <w:rPr>
        <w:rStyle w:val="a5"/>
      </w:rPr>
      <w:fldChar w:fldCharType="end"/>
    </w:r>
  </w:p>
  <w:p w:rsidR="00E265F1" w:rsidRDefault="00E265F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5F1" w:rsidRDefault="00FC0266" w:rsidP="0031683D">
    <w:pPr>
      <w:pStyle w:val="a3"/>
      <w:rPr>
        <w:lang w:val="en-US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-28575</wp:posOffset>
          </wp:positionV>
          <wp:extent cx="687705" cy="857885"/>
          <wp:effectExtent l="19050" t="0" r="0" b="0"/>
          <wp:wrapNone/>
          <wp:docPr id="2" name="Рисунок 2" descr="Герб2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Герб2+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857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265F1" w:rsidRDefault="00E265F1" w:rsidP="0031683D">
    <w:pPr>
      <w:pStyle w:val="a3"/>
      <w:rPr>
        <w:lang w:val="en-US"/>
      </w:rPr>
    </w:pPr>
  </w:p>
  <w:p w:rsidR="00E265F1" w:rsidRDefault="00E265F1" w:rsidP="0031683D">
    <w:pPr>
      <w:pStyle w:val="a3"/>
      <w:rPr>
        <w:lang w:val="en-US"/>
      </w:rPr>
    </w:pPr>
  </w:p>
  <w:p w:rsidR="00E265F1" w:rsidRDefault="00E265F1" w:rsidP="0031683D">
    <w:pPr>
      <w:pStyle w:val="a3"/>
      <w:rPr>
        <w:lang w:val="en-US"/>
      </w:rPr>
    </w:pPr>
  </w:p>
  <w:p w:rsidR="00E265F1" w:rsidRPr="00CD7A68" w:rsidRDefault="00E265F1" w:rsidP="0031683D">
    <w:pPr>
      <w:jc w:val="center"/>
      <w:rPr>
        <w:b/>
        <w:w w:val="115"/>
        <w:lang w:val="en-US"/>
      </w:rPr>
    </w:pPr>
  </w:p>
  <w:p w:rsidR="00E265F1" w:rsidRPr="00280225" w:rsidRDefault="00E265F1" w:rsidP="0031683D">
    <w:pPr>
      <w:jc w:val="center"/>
      <w:rPr>
        <w:b/>
        <w:w w:val="115"/>
        <w:sz w:val="28"/>
        <w:szCs w:val="28"/>
      </w:rPr>
    </w:pPr>
    <w:r w:rsidRPr="00185F84">
      <w:rPr>
        <w:b/>
        <w:w w:val="115"/>
        <w:sz w:val="40"/>
        <w:szCs w:val="40"/>
      </w:rPr>
      <w:t>ГЛАВА</w:t>
    </w:r>
    <w:r w:rsidRPr="00FC4EB3">
      <w:rPr>
        <w:b/>
        <w:w w:val="115"/>
        <w:sz w:val="40"/>
        <w:szCs w:val="40"/>
      </w:rPr>
      <w:br/>
    </w:r>
    <w:r w:rsidRPr="00280225">
      <w:rPr>
        <w:b/>
        <w:w w:val="115"/>
        <w:sz w:val="28"/>
        <w:szCs w:val="28"/>
      </w:rPr>
      <w:t>ГОРОДСКОГО ОКРУГА КОТЕЛЬНИКИ</w:t>
    </w:r>
    <w:r w:rsidRPr="00FC4EB3">
      <w:rPr>
        <w:b/>
        <w:w w:val="115"/>
        <w:sz w:val="28"/>
        <w:szCs w:val="28"/>
      </w:rPr>
      <w:br/>
    </w:r>
    <w:r w:rsidRPr="00280225">
      <w:rPr>
        <w:b/>
        <w:w w:val="115"/>
        <w:sz w:val="28"/>
        <w:szCs w:val="28"/>
      </w:rPr>
      <w:t>МОСКОВСКОЙ ОБЛАСТИ</w:t>
    </w:r>
  </w:p>
  <w:p w:rsidR="00E265F1" w:rsidRPr="00E67A2F" w:rsidRDefault="00E265F1" w:rsidP="0031683D">
    <w:pPr>
      <w:spacing w:before="480"/>
      <w:jc w:val="center"/>
      <w:rPr>
        <w:b/>
        <w:w w:val="115"/>
        <w:sz w:val="36"/>
        <w:szCs w:val="36"/>
      </w:rPr>
    </w:pPr>
    <w:r w:rsidRPr="00E67A2F">
      <w:rPr>
        <w:b/>
        <w:w w:val="115"/>
        <w:sz w:val="36"/>
        <w:szCs w:val="36"/>
      </w:rPr>
      <w:t>ПОСТАНОВЛЕНИЕ</w:t>
    </w:r>
  </w:p>
  <w:p w:rsidR="00E265F1" w:rsidRPr="00527697" w:rsidRDefault="00E265F1" w:rsidP="0031683D">
    <w:pPr>
      <w:pStyle w:val="a4"/>
      <w:spacing w:before="120"/>
      <w:jc w:val="center"/>
      <w:rPr>
        <w:w w:val="115"/>
      </w:rPr>
    </w:pPr>
  </w:p>
  <w:p w:rsidR="00E265F1" w:rsidRDefault="00E265F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A01CAE"/>
    <w:rsid w:val="0001063A"/>
    <w:rsid w:val="00014434"/>
    <w:rsid w:val="00015F9F"/>
    <w:rsid w:val="00021A70"/>
    <w:rsid w:val="00024E10"/>
    <w:rsid w:val="00031C98"/>
    <w:rsid w:val="00045241"/>
    <w:rsid w:val="000506E8"/>
    <w:rsid w:val="00053CFB"/>
    <w:rsid w:val="00060FB2"/>
    <w:rsid w:val="00062D11"/>
    <w:rsid w:val="00064D0A"/>
    <w:rsid w:val="00070411"/>
    <w:rsid w:val="000713D3"/>
    <w:rsid w:val="00076C76"/>
    <w:rsid w:val="00080C29"/>
    <w:rsid w:val="000924B2"/>
    <w:rsid w:val="0009456E"/>
    <w:rsid w:val="000964C5"/>
    <w:rsid w:val="000A613C"/>
    <w:rsid w:val="000A7393"/>
    <w:rsid w:val="000B0998"/>
    <w:rsid w:val="000B36B0"/>
    <w:rsid w:val="000B4BF4"/>
    <w:rsid w:val="000C2582"/>
    <w:rsid w:val="000D22D7"/>
    <w:rsid w:val="000D2EFE"/>
    <w:rsid w:val="000D5C89"/>
    <w:rsid w:val="000E434A"/>
    <w:rsid w:val="00102A8C"/>
    <w:rsid w:val="00104914"/>
    <w:rsid w:val="0011180C"/>
    <w:rsid w:val="0011589E"/>
    <w:rsid w:val="00125436"/>
    <w:rsid w:val="001314A4"/>
    <w:rsid w:val="00135635"/>
    <w:rsid w:val="00140B9D"/>
    <w:rsid w:val="00144565"/>
    <w:rsid w:val="001546AF"/>
    <w:rsid w:val="00156318"/>
    <w:rsid w:val="00170E9B"/>
    <w:rsid w:val="0017152D"/>
    <w:rsid w:val="00175BDA"/>
    <w:rsid w:val="00177A19"/>
    <w:rsid w:val="001806CA"/>
    <w:rsid w:val="00184761"/>
    <w:rsid w:val="00196257"/>
    <w:rsid w:val="001975F8"/>
    <w:rsid w:val="001A260D"/>
    <w:rsid w:val="001B14BD"/>
    <w:rsid w:val="001B3BDB"/>
    <w:rsid w:val="001B57A6"/>
    <w:rsid w:val="001B5FC2"/>
    <w:rsid w:val="001C016C"/>
    <w:rsid w:val="001C0CFF"/>
    <w:rsid w:val="001C2BAD"/>
    <w:rsid w:val="001C328C"/>
    <w:rsid w:val="001D0BAA"/>
    <w:rsid w:val="002038D4"/>
    <w:rsid w:val="00214E74"/>
    <w:rsid w:val="0021752C"/>
    <w:rsid w:val="0022455C"/>
    <w:rsid w:val="00226649"/>
    <w:rsid w:val="002305F9"/>
    <w:rsid w:val="00232603"/>
    <w:rsid w:val="002400D8"/>
    <w:rsid w:val="0024018C"/>
    <w:rsid w:val="002414E3"/>
    <w:rsid w:val="002576B4"/>
    <w:rsid w:val="002726FB"/>
    <w:rsid w:val="002745B4"/>
    <w:rsid w:val="00286346"/>
    <w:rsid w:val="002A7226"/>
    <w:rsid w:val="002B5016"/>
    <w:rsid w:val="002C1DC6"/>
    <w:rsid w:val="002C30A4"/>
    <w:rsid w:val="002C4425"/>
    <w:rsid w:val="002E4A14"/>
    <w:rsid w:val="002F279A"/>
    <w:rsid w:val="00302B9C"/>
    <w:rsid w:val="00310D09"/>
    <w:rsid w:val="0031502D"/>
    <w:rsid w:val="0031683D"/>
    <w:rsid w:val="0033253E"/>
    <w:rsid w:val="0033269C"/>
    <w:rsid w:val="00334348"/>
    <w:rsid w:val="00343F8A"/>
    <w:rsid w:val="0034490E"/>
    <w:rsid w:val="003553B4"/>
    <w:rsid w:val="00357F38"/>
    <w:rsid w:val="00360B3E"/>
    <w:rsid w:val="0036103E"/>
    <w:rsid w:val="00362DA6"/>
    <w:rsid w:val="00372D8A"/>
    <w:rsid w:val="00377238"/>
    <w:rsid w:val="00381C07"/>
    <w:rsid w:val="00384600"/>
    <w:rsid w:val="00387E99"/>
    <w:rsid w:val="0039035D"/>
    <w:rsid w:val="00391EA8"/>
    <w:rsid w:val="00394E2E"/>
    <w:rsid w:val="00395E79"/>
    <w:rsid w:val="003D261C"/>
    <w:rsid w:val="003D7EF3"/>
    <w:rsid w:val="003E7268"/>
    <w:rsid w:val="003F110D"/>
    <w:rsid w:val="003F2168"/>
    <w:rsid w:val="003F3D6A"/>
    <w:rsid w:val="003F4582"/>
    <w:rsid w:val="003F68E8"/>
    <w:rsid w:val="00401F22"/>
    <w:rsid w:val="00406422"/>
    <w:rsid w:val="004240A8"/>
    <w:rsid w:val="0042635A"/>
    <w:rsid w:val="004300D0"/>
    <w:rsid w:val="00433B27"/>
    <w:rsid w:val="00436F63"/>
    <w:rsid w:val="004433E6"/>
    <w:rsid w:val="00450E13"/>
    <w:rsid w:val="00450F35"/>
    <w:rsid w:val="0045355A"/>
    <w:rsid w:val="00455899"/>
    <w:rsid w:val="00492227"/>
    <w:rsid w:val="004A7EB3"/>
    <w:rsid w:val="004C3F99"/>
    <w:rsid w:val="004D59E4"/>
    <w:rsid w:val="004F3F6A"/>
    <w:rsid w:val="00500527"/>
    <w:rsid w:val="005035E4"/>
    <w:rsid w:val="005116D8"/>
    <w:rsid w:val="005144A2"/>
    <w:rsid w:val="005222B7"/>
    <w:rsid w:val="00525EA4"/>
    <w:rsid w:val="00530941"/>
    <w:rsid w:val="00532407"/>
    <w:rsid w:val="005338BA"/>
    <w:rsid w:val="0053597A"/>
    <w:rsid w:val="00536A63"/>
    <w:rsid w:val="0054193C"/>
    <w:rsid w:val="00542347"/>
    <w:rsid w:val="005451CE"/>
    <w:rsid w:val="00546C78"/>
    <w:rsid w:val="005478EA"/>
    <w:rsid w:val="005521D9"/>
    <w:rsid w:val="005548BE"/>
    <w:rsid w:val="005556AC"/>
    <w:rsid w:val="005565C0"/>
    <w:rsid w:val="005571F7"/>
    <w:rsid w:val="00563F69"/>
    <w:rsid w:val="00565819"/>
    <w:rsid w:val="00571125"/>
    <w:rsid w:val="005711A5"/>
    <w:rsid w:val="00574AD0"/>
    <w:rsid w:val="00587400"/>
    <w:rsid w:val="00594B01"/>
    <w:rsid w:val="005B1BB9"/>
    <w:rsid w:val="005C43E9"/>
    <w:rsid w:val="005C484A"/>
    <w:rsid w:val="005E4F63"/>
    <w:rsid w:val="005E79C2"/>
    <w:rsid w:val="005F388C"/>
    <w:rsid w:val="005F420F"/>
    <w:rsid w:val="00605A80"/>
    <w:rsid w:val="00605BD5"/>
    <w:rsid w:val="006113F1"/>
    <w:rsid w:val="00612F06"/>
    <w:rsid w:val="00613C96"/>
    <w:rsid w:val="006164AF"/>
    <w:rsid w:val="00616DE8"/>
    <w:rsid w:val="00637B26"/>
    <w:rsid w:val="00640F3C"/>
    <w:rsid w:val="00644437"/>
    <w:rsid w:val="006463C9"/>
    <w:rsid w:val="00654458"/>
    <w:rsid w:val="00660BBA"/>
    <w:rsid w:val="00670C91"/>
    <w:rsid w:val="00676495"/>
    <w:rsid w:val="00690CF0"/>
    <w:rsid w:val="006937A3"/>
    <w:rsid w:val="006A53F4"/>
    <w:rsid w:val="006A7CE2"/>
    <w:rsid w:val="006B301D"/>
    <w:rsid w:val="006B4750"/>
    <w:rsid w:val="006C07C3"/>
    <w:rsid w:val="006C0B98"/>
    <w:rsid w:val="006C3BFD"/>
    <w:rsid w:val="006C613D"/>
    <w:rsid w:val="006C6579"/>
    <w:rsid w:val="006D64CD"/>
    <w:rsid w:val="006D6917"/>
    <w:rsid w:val="006F5537"/>
    <w:rsid w:val="006F7F8B"/>
    <w:rsid w:val="00700865"/>
    <w:rsid w:val="007058D2"/>
    <w:rsid w:val="00710D7D"/>
    <w:rsid w:val="00712607"/>
    <w:rsid w:val="00727EE6"/>
    <w:rsid w:val="007335F8"/>
    <w:rsid w:val="00734F0E"/>
    <w:rsid w:val="0073550A"/>
    <w:rsid w:val="00763AEB"/>
    <w:rsid w:val="007667BE"/>
    <w:rsid w:val="007670B2"/>
    <w:rsid w:val="00773D1E"/>
    <w:rsid w:val="007928A1"/>
    <w:rsid w:val="007947D8"/>
    <w:rsid w:val="007A3D7B"/>
    <w:rsid w:val="007A66FB"/>
    <w:rsid w:val="007A7D54"/>
    <w:rsid w:val="007B6476"/>
    <w:rsid w:val="007C111C"/>
    <w:rsid w:val="007D04CC"/>
    <w:rsid w:val="007D3384"/>
    <w:rsid w:val="007E2318"/>
    <w:rsid w:val="007F2444"/>
    <w:rsid w:val="007F68A9"/>
    <w:rsid w:val="00802210"/>
    <w:rsid w:val="008117BD"/>
    <w:rsid w:val="00824086"/>
    <w:rsid w:val="00832B45"/>
    <w:rsid w:val="00832F4A"/>
    <w:rsid w:val="0083476F"/>
    <w:rsid w:val="00841E05"/>
    <w:rsid w:val="0084257D"/>
    <w:rsid w:val="00843F6E"/>
    <w:rsid w:val="008525FF"/>
    <w:rsid w:val="0085418F"/>
    <w:rsid w:val="008656A7"/>
    <w:rsid w:val="00865E61"/>
    <w:rsid w:val="00871D10"/>
    <w:rsid w:val="00872506"/>
    <w:rsid w:val="008779AF"/>
    <w:rsid w:val="00884D12"/>
    <w:rsid w:val="0088525F"/>
    <w:rsid w:val="008A7A34"/>
    <w:rsid w:val="008B1136"/>
    <w:rsid w:val="008B27D0"/>
    <w:rsid w:val="008B72AA"/>
    <w:rsid w:val="008C5049"/>
    <w:rsid w:val="008D11D7"/>
    <w:rsid w:val="008D1EDE"/>
    <w:rsid w:val="008D3858"/>
    <w:rsid w:val="008E3D5C"/>
    <w:rsid w:val="008F3A02"/>
    <w:rsid w:val="00900C8B"/>
    <w:rsid w:val="009135EC"/>
    <w:rsid w:val="00934564"/>
    <w:rsid w:val="00934E5A"/>
    <w:rsid w:val="00941555"/>
    <w:rsid w:val="009452DD"/>
    <w:rsid w:val="0097059B"/>
    <w:rsid w:val="009721E7"/>
    <w:rsid w:val="00974293"/>
    <w:rsid w:val="00976D99"/>
    <w:rsid w:val="00982CD7"/>
    <w:rsid w:val="00984A11"/>
    <w:rsid w:val="00991C50"/>
    <w:rsid w:val="00997C48"/>
    <w:rsid w:val="009A1A5A"/>
    <w:rsid w:val="009B2236"/>
    <w:rsid w:val="009B5145"/>
    <w:rsid w:val="009B6AA6"/>
    <w:rsid w:val="009C3C4E"/>
    <w:rsid w:val="009C62FF"/>
    <w:rsid w:val="009D065D"/>
    <w:rsid w:val="009E14B0"/>
    <w:rsid w:val="009F2FCA"/>
    <w:rsid w:val="009F61F1"/>
    <w:rsid w:val="00A01CAE"/>
    <w:rsid w:val="00A15516"/>
    <w:rsid w:val="00A22B62"/>
    <w:rsid w:val="00A24CF7"/>
    <w:rsid w:val="00A25B03"/>
    <w:rsid w:val="00A26956"/>
    <w:rsid w:val="00A273BC"/>
    <w:rsid w:val="00A27750"/>
    <w:rsid w:val="00A3162B"/>
    <w:rsid w:val="00A4127D"/>
    <w:rsid w:val="00A4487F"/>
    <w:rsid w:val="00A55C88"/>
    <w:rsid w:val="00A561D6"/>
    <w:rsid w:val="00A6023E"/>
    <w:rsid w:val="00A614A6"/>
    <w:rsid w:val="00A64755"/>
    <w:rsid w:val="00A80057"/>
    <w:rsid w:val="00A820B8"/>
    <w:rsid w:val="00A93232"/>
    <w:rsid w:val="00A958D8"/>
    <w:rsid w:val="00AA453E"/>
    <w:rsid w:val="00AB7D81"/>
    <w:rsid w:val="00AC031E"/>
    <w:rsid w:val="00AC5ACB"/>
    <w:rsid w:val="00AD0586"/>
    <w:rsid w:val="00AD0A53"/>
    <w:rsid w:val="00AD2CCF"/>
    <w:rsid w:val="00AE1CDA"/>
    <w:rsid w:val="00AF1808"/>
    <w:rsid w:val="00AF44BF"/>
    <w:rsid w:val="00AF598D"/>
    <w:rsid w:val="00AF6700"/>
    <w:rsid w:val="00B0120D"/>
    <w:rsid w:val="00B1260F"/>
    <w:rsid w:val="00B2796C"/>
    <w:rsid w:val="00B67936"/>
    <w:rsid w:val="00B76FDA"/>
    <w:rsid w:val="00B812AA"/>
    <w:rsid w:val="00B8336F"/>
    <w:rsid w:val="00B91AB3"/>
    <w:rsid w:val="00B91B5D"/>
    <w:rsid w:val="00B91CC5"/>
    <w:rsid w:val="00B967F0"/>
    <w:rsid w:val="00BA0A45"/>
    <w:rsid w:val="00BA2454"/>
    <w:rsid w:val="00BA6264"/>
    <w:rsid w:val="00BB2C5C"/>
    <w:rsid w:val="00BB6F55"/>
    <w:rsid w:val="00BC00F5"/>
    <w:rsid w:val="00BC05DB"/>
    <w:rsid w:val="00BC5684"/>
    <w:rsid w:val="00BC72EB"/>
    <w:rsid w:val="00BD03EF"/>
    <w:rsid w:val="00BD64BA"/>
    <w:rsid w:val="00BE2040"/>
    <w:rsid w:val="00BE289F"/>
    <w:rsid w:val="00BE698E"/>
    <w:rsid w:val="00BF0B05"/>
    <w:rsid w:val="00BF7C9C"/>
    <w:rsid w:val="00C01AE2"/>
    <w:rsid w:val="00C23113"/>
    <w:rsid w:val="00C346C7"/>
    <w:rsid w:val="00C40CF1"/>
    <w:rsid w:val="00C56C80"/>
    <w:rsid w:val="00C6119E"/>
    <w:rsid w:val="00CA1B67"/>
    <w:rsid w:val="00CA2531"/>
    <w:rsid w:val="00CA3F05"/>
    <w:rsid w:val="00CA722C"/>
    <w:rsid w:val="00CB722F"/>
    <w:rsid w:val="00CD527D"/>
    <w:rsid w:val="00CE089E"/>
    <w:rsid w:val="00D0615E"/>
    <w:rsid w:val="00D0760E"/>
    <w:rsid w:val="00D178D9"/>
    <w:rsid w:val="00D249EB"/>
    <w:rsid w:val="00D26501"/>
    <w:rsid w:val="00D3358B"/>
    <w:rsid w:val="00D40263"/>
    <w:rsid w:val="00D47466"/>
    <w:rsid w:val="00D54819"/>
    <w:rsid w:val="00D570AC"/>
    <w:rsid w:val="00D57912"/>
    <w:rsid w:val="00D66721"/>
    <w:rsid w:val="00D746A4"/>
    <w:rsid w:val="00D76C0D"/>
    <w:rsid w:val="00D81E8E"/>
    <w:rsid w:val="00D82FF9"/>
    <w:rsid w:val="00D94D55"/>
    <w:rsid w:val="00DA3560"/>
    <w:rsid w:val="00DA39B8"/>
    <w:rsid w:val="00DA3EE7"/>
    <w:rsid w:val="00DB4492"/>
    <w:rsid w:val="00DB59CA"/>
    <w:rsid w:val="00DB62E6"/>
    <w:rsid w:val="00DC4441"/>
    <w:rsid w:val="00DC50F2"/>
    <w:rsid w:val="00DD02A1"/>
    <w:rsid w:val="00DD52FA"/>
    <w:rsid w:val="00DD6AC1"/>
    <w:rsid w:val="00DF0C37"/>
    <w:rsid w:val="00E01688"/>
    <w:rsid w:val="00E042D4"/>
    <w:rsid w:val="00E067E2"/>
    <w:rsid w:val="00E06A15"/>
    <w:rsid w:val="00E15F58"/>
    <w:rsid w:val="00E1622D"/>
    <w:rsid w:val="00E265F1"/>
    <w:rsid w:val="00E500C0"/>
    <w:rsid w:val="00E53358"/>
    <w:rsid w:val="00E540FD"/>
    <w:rsid w:val="00E61B8F"/>
    <w:rsid w:val="00E64F32"/>
    <w:rsid w:val="00E733C0"/>
    <w:rsid w:val="00E7776D"/>
    <w:rsid w:val="00E80401"/>
    <w:rsid w:val="00E849AB"/>
    <w:rsid w:val="00E90B84"/>
    <w:rsid w:val="00E91C54"/>
    <w:rsid w:val="00E93DEB"/>
    <w:rsid w:val="00EA20F2"/>
    <w:rsid w:val="00ED2D30"/>
    <w:rsid w:val="00ED3CB8"/>
    <w:rsid w:val="00ED7992"/>
    <w:rsid w:val="00F216AF"/>
    <w:rsid w:val="00F24B84"/>
    <w:rsid w:val="00F359C3"/>
    <w:rsid w:val="00F47A69"/>
    <w:rsid w:val="00F52AA3"/>
    <w:rsid w:val="00F57667"/>
    <w:rsid w:val="00F72E2B"/>
    <w:rsid w:val="00F81762"/>
    <w:rsid w:val="00F84ED9"/>
    <w:rsid w:val="00F91A97"/>
    <w:rsid w:val="00F92E8A"/>
    <w:rsid w:val="00FA4B92"/>
    <w:rsid w:val="00FB1857"/>
    <w:rsid w:val="00FB23D4"/>
    <w:rsid w:val="00FB3A6A"/>
    <w:rsid w:val="00FB669C"/>
    <w:rsid w:val="00FB7D27"/>
    <w:rsid w:val="00FC0266"/>
    <w:rsid w:val="00FC39D4"/>
    <w:rsid w:val="00FC6735"/>
    <w:rsid w:val="00FC72A1"/>
    <w:rsid w:val="00FD422A"/>
    <w:rsid w:val="00FE21CB"/>
    <w:rsid w:val="00FF4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08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0086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00865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10D0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310D0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page number"/>
    <w:basedOn w:val="a0"/>
    <w:rsid w:val="00FC39D4"/>
  </w:style>
  <w:style w:type="paragraph" w:styleId="a6">
    <w:name w:val="List Paragraph"/>
    <w:basedOn w:val="a"/>
    <w:uiPriority w:val="34"/>
    <w:qFormat/>
    <w:rsid w:val="005451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MOB;n=134874;fld=134;dst=100042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0;&#1050;&#1056;&#1054;2\&#1056;&#1072;&#1073;&#1086;&#1095;&#1080;&#1081;%20&#1089;&#1090;&#1086;&#108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31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____________________________№_________________________</vt:lpstr>
    </vt:vector>
  </TitlesOfParts>
  <Company>Kotelniki</Company>
  <LinksUpToDate>false</LinksUpToDate>
  <CharactersWithSpaces>4761</CharactersWithSpaces>
  <SharedDoc>false</SharedDoc>
  <HLinks>
    <vt:vector size="102" baseType="variant">
      <vt:variant>
        <vt:i4>2818157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consultantplus://offline/main?base=MOB;n=134874;fld=134;dst=100279</vt:lpwstr>
      </vt:variant>
      <vt:variant>
        <vt:lpwstr/>
      </vt:variant>
      <vt:variant>
        <vt:i4>2162789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consultantplus://offline/main?base=MOB;n=130641;fld=134;dst=566</vt:lpwstr>
      </vt:variant>
      <vt:variant>
        <vt:lpwstr/>
      </vt:variant>
      <vt:variant>
        <vt:i4>2818156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consultantplus://offline/main?base=MOB;n=134874;fld=134;dst=100269</vt:lpwstr>
      </vt:variant>
      <vt:variant>
        <vt:lpwstr/>
      </vt:variant>
      <vt:variant>
        <vt:i4>2949225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consultantplus://offline/main?base=MOB;n=130641;fld=134;dst=100288</vt:lpwstr>
      </vt:variant>
      <vt:variant>
        <vt:lpwstr/>
      </vt:variant>
      <vt:variant>
        <vt:i4>2293871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consultantplus://offline/main?base=MOB;n=134874;fld=134;dst=100251</vt:lpwstr>
      </vt:variant>
      <vt:variant>
        <vt:lpwstr/>
      </vt:variant>
      <vt:variant>
        <vt:i4>2490470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consultantplus://offline/main?base=MOB;n=130641;fld=134;dst=100273</vt:lpwstr>
      </vt:variant>
      <vt:variant>
        <vt:lpwstr/>
      </vt:variant>
      <vt:variant>
        <vt:i4>2162798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consultantplus://offline/main?base=MOB;n=134874;fld=134;dst=100140</vt:lpwstr>
      </vt:variant>
      <vt:variant>
        <vt:lpwstr/>
      </vt:variant>
      <vt:variant>
        <vt:i4>2228327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consultantplus://offline/main?base=MOB;n=130641;fld=134;dst=100164</vt:lpwstr>
      </vt:variant>
      <vt:variant>
        <vt:lpwstr/>
      </vt:variant>
      <vt:variant>
        <vt:i4>2359405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consultantplus://offline/main?base=MOB;n=134874;fld=134;dst=100074</vt:lpwstr>
      </vt:variant>
      <vt:variant>
        <vt:lpwstr/>
      </vt:variant>
      <vt:variant>
        <vt:i4>2490465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consultantplus://offline/main?base=MOB;n=130641;fld=134;dst=100100</vt:lpwstr>
      </vt:variant>
      <vt:variant>
        <vt:lpwstr/>
      </vt:variant>
      <vt:variant>
        <vt:i4>2228334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consultantplus://offline/main?base=MOB;n=134874;fld=134;dst=100042</vt:lpwstr>
      </vt:variant>
      <vt:variant>
        <vt:lpwstr/>
      </vt:variant>
      <vt:variant>
        <vt:i4>2490470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consultantplus://offline/main?base=MOB;n=130641;fld=134;dst=100071</vt:lpwstr>
      </vt:variant>
      <vt:variant>
        <vt:lpwstr/>
      </vt:variant>
      <vt:variant>
        <vt:i4>2359405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consultantplus://offline/main?base=MOB;n=134874;fld=134;dst=100074</vt:lpwstr>
      </vt:variant>
      <vt:variant>
        <vt:lpwstr/>
      </vt:variant>
      <vt:variant>
        <vt:i4>2490465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consultantplus://offline/main?base=MOB;n=130641;fld=134;dst=100100</vt:lpwstr>
      </vt:variant>
      <vt:variant>
        <vt:lpwstr/>
      </vt:variant>
      <vt:variant>
        <vt:i4>2228334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consultantplus://offline/main?base=MOB;n=134874;fld=134;dst=100042</vt:lpwstr>
      </vt:variant>
      <vt:variant>
        <vt:lpwstr/>
      </vt:variant>
      <vt:variant>
        <vt:i4>2490470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consultantplus://offline/main?base=MOB;n=130641;fld=134;dst=100071</vt:lpwstr>
      </vt:variant>
      <vt:variant>
        <vt:lpwstr/>
      </vt:variant>
      <vt:variant>
        <vt:i4>2162791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consultantplus://offline/main?base=MOB;n=136088;fld=134;dst=100599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____________________________№_________________________</dc:title>
  <dc:subject/>
  <dc:creator>ФКРО2</dc:creator>
  <cp:keywords/>
  <dc:description/>
  <cp:lastModifiedBy>User</cp:lastModifiedBy>
  <cp:revision>7</cp:revision>
  <cp:lastPrinted>2014-04-15T12:45:00Z</cp:lastPrinted>
  <dcterms:created xsi:type="dcterms:W3CDTF">2014-04-22T13:17:00Z</dcterms:created>
  <dcterms:modified xsi:type="dcterms:W3CDTF">2014-05-06T06:57:00Z</dcterms:modified>
</cp:coreProperties>
</file>