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B4" w:rsidRPr="00024988" w:rsidRDefault="00960BB4" w:rsidP="00960BB4">
      <w:pPr>
        <w:pStyle w:val="1"/>
        <w:rPr>
          <w:b w:val="0"/>
          <w:sz w:val="28"/>
          <w:szCs w:val="28"/>
        </w:rPr>
      </w:pPr>
      <w:bookmarkStart w:id="0" w:name="_Toc433275038"/>
      <w:bookmarkStart w:id="1" w:name="_Toc433282125"/>
      <w:bookmarkStart w:id="2" w:name="_Toc433282310"/>
      <w:bookmarkStart w:id="3" w:name="_Toc433282352"/>
      <w:bookmarkStart w:id="4" w:name="_Toc433300544"/>
      <w:bookmarkStart w:id="5" w:name="_Toc433622086"/>
      <w:bookmarkStart w:id="6" w:name="_Toc433640797"/>
      <w:bookmarkStart w:id="7" w:name="_Toc433640832"/>
      <w:bookmarkStart w:id="8" w:name="_Toc433700680"/>
      <w:bookmarkStart w:id="9" w:name="_Toc433705584"/>
      <w:r w:rsidRPr="00024988">
        <w:rPr>
          <w:b w:val="0"/>
          <w:i w:val="0"/>
          <w:sz w:val="28"/>
          <w:szCs w:val="28"/>
        </w:rPr>
        <w:t>Приложение № 1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Par299"/>
      <w:bookmarkEnd w:id="10"/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СПРАВОЧНАЯ ИНФОРМАЦИЯ</w:t>
      </w:r>
    </w:p>
    <w:p w:rsidR="00960BB4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О МЕСТЕ НАХОЖДЕНИЯ, ГРАФИКЕ РАБОТЫ, КОНТАКТНЫХ ТЕЛЕФОНАХ, АДРЕСАХ ЭЛЕКТРОННОЙ ПОЧТЫ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          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ОРГАНИЗАЦИЙ, УЧАСТВУЮЩИХ В ПРЕДОСТАВЛЕНИИ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444E" w:rsidRDefault="00E85671" w:rsidP="0023444E">
      <w:pPr>
        <w:spacing w:before="120" w:after="12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85671">
        <w:rPr>
          <w:rFonts w:ascii="Times New Roman" w:hAnsi="Times New Roman"/>
          <w:b/>
          <w:sz w:val="28"/>
          <w:szCs w:val="28"/>
        </w:rPr>
        <w:t xml:space="preserve">Управление </w:t>
      </w:r>
      <w:proofErr w:type="gramStart"/>
      <w:r w:rsidRPr="00E85671">
        <w:rPr>
          <w:rFonts w:ascii="Times New Roman" w:hAnsi="Times New Roman"/>
          <w:b/>
          <w:sz w:val="28"/>
          <w:szCs w:val="28"/>
        </w:rPr>
        <w:t xml:space="preserve">развития отраслей социальной сферы </w:t>
      </w:r>
      <w:r w:rsidR="00960BB4" w:rsidRPr="00E85671">
        <w:rPr>
          <w:rFonts w:ascii="Times New Roman" w:hAnsi="Times New Roman"/>
          <w:b/>
          <w:sz w:val="28"/>
          <w:szCs w:val="28"/>
        </w:rPr>
        <w:t>администрации</w:t>
      </w:r>
      <w:r w:rsidRPr="00E85671"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proofErr w:type="gramEnd"/>
      <w:r w:rsidRPr="00E85671">
        <w:rPr>
          <w:rFonts w:ascii="Times New Roman" w:hAnsi="Times New Roman"/>
          <w:b/>
          <w:sz w:val="28"/>
          <w:szCs w:val="28"/>
        </w:rPr>
        <w:t xml:space="preserve"> Котельники Московской области</w:t>
      </w:r>
      <w:r w:rsidR="00960BB4" w:rsidRPr="00E85671">
        <w:rPr>
          <w:rFonts w:ascii="Times New Roman" w:hAnsi="Times New Roman"/>
          <w:b/>
          <w:sz w:val="28"/>
          <w:szCs w:val="28"/>
        </w:rPr>
        <w:t>.</w:t>
      </w:r>
    </w:p>
    <w:p w:rsidR="00E85671" w:rsidRP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3444E">
        <w:rPr>
          <w:rFonts w:cs="Times New Roman"/>
          <w:sz w:val="28"/>
          <w:szCs w:val="28"/>
        </w:rPr>
        <w:t>М</w:t>
      </w:r>
      <w:r w:rsidR="00E85671" w:rsidRPr="0023444E">
        <w:rPr>
          <w:rFonts w:cs="Times New Roman"/>
          <w:sz w:val="28"/>
          <w:szCs w:val="28"/>
        </w:rPr>
        <w:t>есто</w:t>
      </w:r>
      <w:proofErr w:type="spellEnd"/>
      <w:r w:rsidR="00E85671" w:rsidRPr="0023444E">
        <w:rPr>
          <w:rFonts w:cs="Times New Roman"/>
          <w:sz w:val="28"/>
          <w:szCs w:val="28"/>
        </w:rPr>
        <w:t xml:space="preserve"> </w:t>
      </w:r>
      <w:proofErr w:type="spellStart"/>
      <w:r w:rsidR="00E85671" w:rsidRPr="0023444E">
        <w:rPr>
          <w:rFonts w:cs="Times New Roman"/>
          <w:sz w:val="28"/>
          <w:szCs w:val="28"/>
        </w:rPr>
        <w:t>нахождения</w:t>
      </w:r>
      <w:proofErr w:type="spellEnd"/>
      <w:r w:rsidR="00E85671" w:rsidRPr="0023444E">
        <w:rPr>
          <w:rFonts w:cs="Times New Roman"/>
          <w:sz w:val="28"/>
          <w:szCs w:val="28"/>
        </w:rPr>
        <w:t xml:space="preserve"> </w:t>
      </w:r>
      <w:proofErr w:type="spellStart"/>
      <w:r w:rsidR="00E85671" w:rsidRPr="0023444E">
        <w:rPr>
          <w:rFonts w:cs="Times New Roman"/>
          <w:sz w:val="28"/>
          <w:szCs w:val="28"/>
        </w:rPr>
        <w:t>управления</w:t>
      </w:r>
      <w:proofErr w:type="spellEnd"/>
      <w:r w:rsidR="00E85671" w:rsidRPr="0023444E">
        <w:rPr>
          <w:rFonts w:cs="Times New Roman"/>
          <w:sz w:val="28"/>
          <w:szCs w:val="28"/>
        </w:rPr>
        <w:t>: 140054, Московская область, г. Котельники, ул. Новая д. 16</w:t>
      </w:r>
      <w:r>
        <w:rPr>
          <w:rFonts w:cs="Times New Roman"/>
          <w:sz w:val="28"/>
          <w:szCs w:val="28"/>
          <w:lang w:val="ru-RU"/>
        </w:rPr>
        <w:t>.</w:t>
      </w:r>
    </w:p>
    <w:p w:rsidR="00E85671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График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работы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sz w:val="28"/>
          <w:szCs w:val="28"/>
        </w:rPr>
        <w:t>:</w:t>
      </w:r>
    </w:p>
    <w:p w:rsidR="00E85671" w:rsidRPr="002E28CF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04"/>
        <w:gridCol w:w="7342"/>
      </w:tblGrid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Понедельник</w:t>
            </w:r>
            <w:proofErr w:type="spellEnd"/>
            <w:r w:rsidRPr="002E28CF">
              <w:rPr>
                <w:rFonts w:cs="Times New Roman"/>
                <w:i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Вторник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Четверг</w:t>
            </w:r>
            <w:proofErr w:type="spellEnd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09.00 — 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  <w:lang w:val="ru-RU"/>
              </w:rPr>
              <w:t>16.45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5F7B32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5F7B32">
              <w:rPr>
                <w:rFonts w:cs="Times New Roman"/>
                <w:color w:val="000000"/>
                <w:sz w:val="28"/>
                <w:szCs w:val="28"/>
                <w:lang w:val="ru-RU"/>
              </w:rPr>
              <w:t>Суббота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выходной</w:t>
            </w:r>
            <w:proofErr w:type="spellEnd"/>
          </w:p>
        </w:tc>
      </w:tr>
      <w:tr w:rsidR="00E85671" w:rsidRPr="002E28CF" w:rsidTr="00B15040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5671" w:rsidRPr="005F7B32" w:rsidRDefault="00E85671" w:rsidP="00B15040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5F7B32">
              <w:rPr>
                <w:rFonts w:cs="Times New Roman"/>
                <w:color w:val="000000"/>
                <w:sz w:val="28"/>
                <w:szCs w:val="28"/>
                <w:lang w:val="ru-RU"/>
              </w:rPr>
              <w:t>Воскресенье: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5671" w:rsidRPr="002E28CF" w:rsidRDefault="00E85671" w:rsidP="00B15040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i/>
                <w:color w:val="000000"/>
                <w:sz w:val="28"/>
                <w:szCs w:val="28"/>
              </w:rPr>
              <w:t>выходной</w:t>
            </w:r>
            <w:proofErr w:type="spellEnd"/>
          </w:p>
        </w:tc>
      </w:tr>
    </w:tbl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23444E" w:rsidRDefault="00E85671" w:rsidP="0023444E">
      <w:pPr>
        <w:pStyle w:val="Standard"/>
        <w:contextualSpacing/>
        <w:jc w:val="both"/>
        <w:rPr>
          <w:rFonts w:cs="Times New Roman"/>
          <w:i/>
          <w:sz w:val="28"/>
          <w:szCs w:val="28"/>
          <w:lang w:val="ru-RU"/>
        </w:rPr>
      </w:pPr>
      <w:proofErr w:type="spellStart"/>
      <w:r w:rsidRPr="002E28CF">
        <w:rPr>
          <w:rFonts w:cs="Times New Roman"/>
          <w:sz w:val="28"/>
          <w:szCs w:val="28"/>
        </w:rPr>
        <w:t>График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приема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r w:rsidR="0023444E">
        <w:rPr>
          <w:rFonts w:cs="Times New Roman"/>
          <w:sz w:val="28"/>
          <w:szCs w:val="28"/>
          <w:lang w:val="ru-RU"/>
        </w:rPr>
        <w:t>посетителей</w:t>
      </w:r>
      <w:r w:rsidRPr="002E28CF">
        <w:rPr>
          <w:rFonts w:cs="Times New Roman"/>
          <w:i/>
          <w:sz w:val="28"/>
          <w:szCs w:val="28"/>
        </w:rPr>
        <w:t xml:space="preserve">: </w:t>
      </w:r>
      <w:proofErr w:type="spellStart"/>
      <w:r w:rsidRPr="002E28CF">
        <w:rPr>
          <w:rFonts w:cs="Times New Roman"/>
          <w:i/>
          <w:sz w:val="28"/>
          <w:szCs w:val="28"/>
        </w:rPr>
        <w:t>понедельник</w:t>
      </w:r>
      <w:proofErr w:type="spellEnd"/>
      <w:r>
        <w:rPr>
          <w:rFonts w:cs="Times New Roman"/>
          <w:i/>
          <w:sz w:val="28"/>
          <w:szCs w:val="28"/>
        </w:rPr>
        <w:t xml:space="preserve"> – </w:t>
      </w:r>
      <w:r w:rsidR="0023444E">
        <w:rPr>
          <w:rFonts w:cs="Times New Roman"/>
          <w:i/>
          <w:sz w:val="28"/>
          <w:szCs w:val="28"/>
          <w:lang w:val="ru-RU"/>
        </w:rPr>
        <w:t>09</w:t>
      </w:r>
      <w:r>
        <w:rPr>
          <w:rFonts w:cs="Times New Roman"/>
          <w:i/>
          <w:sz w:val="28"/>
          <w:szCs w:val="28"/>
        </w:rPr>
        <w:t>.00 – 18.00</w:t>
      </w:r>
      <w:r w:rsidR="0023444E">
        <w:rPr>
          <w:rFonts w:cs="Times New Roman"/>
          <w:i/>
          <w:sz w:val="28"/>
          <w:szCs w:val="28"/>
          <w:lang w:val="ru-RU"/>
        </w:rPr>
        <w:t xml:space="preserve"> </w:t>
      </w:r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>(</w:t>
      </w:r>
      <w:proofErr w:type="spellStart"/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>обед</w:t>
      </w:r>
      <w:proofErr w:type="spellEnd"/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 xml:space="preserve"> 13.00-</w:t>
      </w:r>
      <w:r w:rsidR="0023444E">
        <w:rPr>
          <w:rFonts w:eastAsia="Times New Roman" w:cs="Times New Roman"/>
          <w:i/>
          <w:color w:val="000000"/>
          <w:sz w:val="28"/>
          <w:szCs w:val="28"/>
        </w:rPr>
        <w:t>13</w:t>
      </w:r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>.</w:t>
      </w:r>
      <w:r w:rsidR="0023444E">
        <w:rPr>
          <w:rFonts w:eastAsia="Times New Roman" w:cs="Times New Roman"/>
          <w:i/>
          <w:color w:val="000000"/>
          <w:sz w:val="28"/>
          <w:szCs w:val="28"/>
        </w:rPr>
        <w:t>45</w:t>
      </w:r>
      <w:r w:rsidR="0023444E" w:rsidRPr="002E28CF">
        <w:rPr>
          <w:rFonts w:eastAsia="Times New Roman" w:cs="Times New Roman"/>
          <w:i/>
          <w:color w:val="000000"/>
          <w:sz w:val="28"/>
          <w:szCs w:val="28"/>
        </w:rPr>
        <w:t>)</w:t>
      </w:r>
      <w:r w:rsidRPr="002E28CF">
        <w:rPr>
          <w:rFonts w:cs="Times New Roman"/>
          <w:i/>
          <w:sz w:val="28"/>
          <w:szCs w:val="28"/>
        </w:rPr>
        <w:t>,</w:t>
      </w:r>
      <w:r>
        <w:rPr>
          <w:rFonts w:cs="Times New Roman"/>
          <w:i/>
          <w:sz w:val="28"/>
          <w:szCs w:val="28"/>
        </w:rPr>
        <w:t xml:space="preserve"> </w:t>
      </w:r>
    </w:p>
    <w:p w:rsidR="00E85671" w:rsidRP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 xml:space="preserve">                                               </w:t>
      </w:r>
      <w:proofErr w:type="spellStart"/>
      <w:r w:rsidR="00E85671" w:rsidRPr="002E28CF">
        <w:rPr>
          <w:rFonts w:cs="Times New Roman"/>
          <w:i/>
          <w:sz w:val="28"/>
          <w:szCs w:val="28"/>
        </w:rPr>
        <w:t>среда</w:t>
      </w:r>
      <w:proofErr w:type="spellEnd"/>
      <w:r>
        <w:rPr>
          <w:rFonts w:cs="Times New Roman"/>
          <w:i/>
          <w:sz w:val="28"/>
          <w:szCs w:val="28"/>
          <w:lang w:val="ru-RU"/>
        </w:rPr>
        <w:t xml:space="preserve">            -   </w:t>
      </w:r>
      <w:r w:rsidR="00E85671" w:rsidRPr="002E28CF">
        <w:rPr>
          <w:rFonts w:cs="Times New Roman"/>
          <w:i/>
          <w:sz w:val="28"/>
          <w:szCs w:val="28"/>
        </w:rPr>
        <w:t xml:space="preserve"> 09.00-1</w:t>
      </w:r>
      <w:r>
        <w:rPr>
          <w:rFonts w:cs="Times New Roman"/>
          <w:i/>
          <w:sz w:val="28"/>
          <w:szCs w:val="28"/>
          <w:lang w:val="ru-RU"/>
        </w:rPr>
        <w:t>8</w:t>
      </w:r>
      <w:r w:rsidR="00E85671" w:rsidRPr="002E28CF">
        <w:rPr>
          <w:rFonts w:cs="Times New Roman"/>
          <w:i/>
          <w:sz w:val="28"/>
          <w:szCs w:val="28"/>
        </w:rPr>
        <w:t>.00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Pr="002E28CF">
        <w:rPr>
          <w:rFonts w:eastAsia="Times New Roman" w:cs="Times New Roman"/>
          <w:i/>
          <w:color w:val="000000"/>
          <w:sz w:val="28"/>
          <w:szCs w:val="28"/>
        </w:rPr>
        <w:t>(</w:t>
      </w:r>
      <w:proofErr w:type="spellStart"/>
      <w:r w:rsidRPr="002E28CF">
        <w:rPr>
          <w:rFonts w:eastAsia="Times New Roman" w:cs="Times New Roman"/>
          <w:i/>
          <w:color w:val="000000"/>
          <w:sz w:val="28"/>
          <w:szCs w:val="28"/>
        </w:rPr>
        <w:t>обед</w:t>
      </w:r>
      <w:proofErr w:type="spellEnd"/>
      <w:r w:rsidRPr="002E28CF">
        <w:rPr>
          <w:rFonts w:eastAsia="Times New Roman" w:cs="Times New Roman"/>
          <w:i/>
          <w:color w:val="000000"/>
          <w:sz w:val="28"/>
          <w:szCs w:val="28"/>
        </w:rPr>
        <w:t xml:space="preserve"> 13.00-</w:t>
      </w:r>
      <w:r>
        <w:rPr>
          <w:rFonts w:eastAsia="Times New Roman" w:cs="Times New Roman"/>
          <w:i/>
          <w:color w:val="000000"/>
          <w:sz w:val="28"/>
          <w:szCs w:val="28"/>
        </w:rPr>
        <w:t>13</w:t>
      </w:r>
      <w:r w:rsidRPr="002E28CF">
        <w:rPr>
          <w:rFonts w:eastAsia="Times New Roman" w:cs="Times New Roman"/>
          <w:i/>
          <w:color w:val="000000"/>
          <w:sz w:val="28"/>
          <w:szCs w:val="28"/>
        </w:rPr>
        <w:t>.</w:t>
      </w:r>
      <w:r>
        <w:rPr>
          <w:rFonts w:eastAsia="Times New Roman" w:cs="Times New Roman"/>
          <w:i/>
          <w:color w:val="000000"/>
          <w:sz w:val="28"/>
          <w:szCs w:val="28"/>
        </w:rPr>
        <w:t>45</w:t>
      </w:r>
      <w:r w:rsidRPr="002E28CF">
        <w:rPr>
          <w:rFonts w:eastAsia="Times New Roman" w:cs="Times New Roman"/>
          <w:i/>
          <w:color w:val="000000"/>
          <w:sz w:val="28"/>
          <w:szCs w:val="28"/>
        </w:rPr>
        <w:t>)</w:t>
      </w:r>
      <w:r>
        <w:rPr>
          <w:rFonts w:eastAsia="Times New Roman" w:cs="Times New Roman"/>
          <w:i/>
          <w:color w:val="000000"/>
          <w:sz w:val="28"/>
          <w:szCs w:val="28"/>
          <w:lang w:val="ru-RU"/>
        </w:rPr>
        <w:t>.</w:t>
      </w:r>
    </w:p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E85671" w:rsidRPr="0023444E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2E28CF">
        <w:rPr>
          <w:rFonts w:cs="Times New Roman"/>
          <w:sz w:val="28"/>
          <w:szCs w:val="28"/>
        </w:rPr>
        <w:t>Почтовый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адрес</w:t>
      </w:r>
      <w:proofErr w:type="spellEnd"/>
      <w:r w:rsidRPr="002E28CF">
        <w:rPr>
          <w:rFonts w:cs="Times New Roman"/>
          <w:sz w:val="28"/>
          <w:szCs w:val="28"/>
        </w:rPr>
        <w:t xml:space="preserve"> управления:</w:t>
      </w:r>
      <w:r w:rsidRPr="002E28CF">
        <w:rPr>
          <w:rFonts w:cs="Times New Roman"/>
          <w:sz w:val="28"/>
          <w:szCs w:val="28"/>
          <w:u w:val="single"/>
        </w:rPr>
        <w:t xml:space="preserve">140054, </w:t>
      </w:r>
      <w:proofErr w:type="spellStart"/>
      <w:r w:rsidRPr="002E28CF">
        <w:rPr>
          <w:rFonts w:cs="Times New Roman"/>
          <w:sz w:val="28"/>
          <w:szCs w:val="28"/>
          <w:u w:val="single"/>
        </w:rPr>
        <w:t>Московская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 </w:t>
      </w:r>
      <w:proofErr w:type="spellStart"/>
      <w:r w:rsidRPr="002E28CF">
        <w:rPr>
          <w:rFonts w:cs="Times New Roman"/>
          <w:sz w:val="28"/>
          <w:szCs w:val="28"/>
          <w:u w:val="single"/>
        </w:rPr>
        <w:t>обл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. г. </w:t>
      </w:r>
      <w:proofErr w:type="spellStart"/>
      <w:r w:rsidRPr="002E28CF">
        <w:rPr>
          <w:rFonts w:cs="Times New Roman"/>
          <w:sz w:val="28"/>
          <w:szCs w:val="28"/>
          <w:u w:val="single"/>
        </w:rPr>
        <w:t>Котельники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, </w:t>
      </w:r>
      <w:proofErr w:type="spellStart"/>
      <w:r w:rsidRPr="002E28CF">
        <w:rPr>
          <w:rFonts w:cs="Times New Roman"/>
          <w:sz w:val="28"/>
          <w:szCs w:val="28"/>
          <w:u w:val="single"/>
        </w:rPr>
        <w:t>ул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. </w:t>
      </w:r>
      <w:proofErr w:type="spellStart"/>
      <w:r w:rsidRPr="002E28CF">
        <w:rPr>
          <w:rFonts w:cs="Times New Roman"/>
          <w:sz w:val="28"/>
          <w:szCs w:val="28"/>
          <w:u w:val="single"/>
        </w:rPr>
        <w:t>Новая</w:t>
      </w:r>
      <w:proofErr w:type="spellEnd"/>
      <w:r w:rsidRPr="002E28CF">
        <w:rPr>
          <w:rFonts w:cs="Times New Roman"/>
          <w:sz w:val="28"/>
          <w:szCs w:val="28"/>
          <w:u w:val="single"/>
        </w:rPr>
        <w:t>, д. 16</w:t>
      </w:r>
      <w:r w:rsidR="0023444E">
        <w:rPr>
          <w:rFonts w:cs="Times New Roman"/>
          <w:sz w:val="28"/>
          <w:szCs w:val="28"/>
          <w:u w:val="single"/>
          <w:lang w:val="ru-RU"/>
        </w:rPr>
        <w:t>.</w:t>
      </w:r>
    </w:p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E85671" w:rsidRPr="0023444E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2E28CF">
        <w:rPr>
          <w:rFonts w:cs="Times New Roman"/>
          <w:sz w:val="28"/>
          <w:szCs w:val="28"/>
        </w:rPr>
        <w:t>Контактный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телефон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sz w:val="28"/>
          <w:szCs w:val="28"/>
        </w:rPr>
        <w:t xml:space="preserve">: </w:t>
      </w:r>
      <w:r w:rsidR="0023444E">
        <w:rPr>
          <w:rFonts w:cs="Times New Roman"/>
          <w:sz w:val="28"/>
          <w:szCs w:val="28"/>
          <w:u w:val="single"/>
        </w:rPr>
        <w:t>8 (498) 742-02-</w:t>
      </w:r>
      <w:r w:rsidR="0023444E">
        <w:rPr>
          <w:rFonts w:cs="Times New Roman"/>
          <w:sz w:val="28"/>
          <w:szCs w:val="28"/>
          <w:u w:val="single"/>
          <w:lang w:val="ru-RU"/>
        </w:rPr>
        <w:t>45</w:t>
      </w:r>
      <w:r w:rsidRPr="002E28CF">
        <w:rPr>
          <w:rFonts w:cs="Times New Roman"/>
          <w:sz w:val="28"/>
          <w:szCs w:val="28"/>
          <w:u w:val="single"/>
        </w:rPr>
        <w:t>; 8 (498) 742-02-4</w:t>
      </w:r>
      <w:r w:rsidR="0023444E">
        <w:rPr>
          <w:rFonts w:cs="Times New Roman"/>
          <w:sz w:val="28"/>
          <w:szCs w:val="28"/>
          <w:u w:val="single"/>
          <w:lang w:val="ru-RU"/>
        </w:rPr>
        <w:t>2</w:t>
      </w:r>
    </w:p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E85671" w:rsidRPr="002E28CF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Официальный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сайт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</w:t>
      </w:r>
      <w:r w:rsidRPr="002E28CF">
        <w:rPr>
          <w:rFonts w:cs="Times New Roman"/>
          <w:sz w:val="28"/>
          <w:szCs w:val="28"/>
        </w:rPr>
        <w:t xml:space="preserve">в </w:t>
      </w:r>
      <w:proofErr w:type="spellStart"/>
      <w:r w:rsidRPr="002E28CF">
        <w:rPr>
          <w:rFonts w:cs="Times New Roman"/>
          <w:sz w:val="28"/>
          <w:szCs w:val="28"/>
        </w:rPr>
        <w:t>сети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Интернет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: </w:t>
      </w:r>
      <w:r w:rsidRPr="002E28CF">
        <w:rPr>
          <w:rFonts w:cs="Times New Roman"/>
          <w:i/>
          <w:sz w:val="28"/>
          <w:szCs w:val="28"/>
          <w:u w:val="single"/>
        </w:rPr>
        <w:t>http://www.kotelniki.ru/</w:t>
      </w:r>
    </w:p>
    <w:p w:rsidR="0023444E" w:rsidRDefault="0023444E" w:rsidP="0023444E">
      <w:pPr>
        <w:pStyle w:val="Standard"/>
        <w:contextualSpacing/>
        <w:jc w:val="both"/>
        <w:rPr>
          <w:rFonts w:cs="Times New Roman"/>
          <w:sz w:val="28"/>
          <w:szCs w:val="28"/>
          <w:lang w:val="ru-RU"/>
        </w:rPr>
      </w:pPr>
      <w:bookmarkStart w:id="11" w:name="__RefHeading__1946_1548276334"/>
    </w:p>
    <w:p w:rsidR="00E85671" w:rsidRPr="002E28CF" w:rsidRDefault="00E85671" w:rsidP="0023444E">
      <w:pPr>
        <w:pStyle w:val="Standard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Адрес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электронной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почты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</w:t>
      </w:r>
      <w:r w:rsidRPr="002E28CF">
        <w:rPr>
          <w:rFonts w:cs="Times New Roman"/>
          <w:sz w:val="28"/>
          <w:szCs w:val="28"/>
        </w:rPr>
        <w:t xml:space="preserve">в </w:t>
      </w:r>
      <w:proofErr w:type="spellStart"/>
      <w:r w:rsidRPr="002E28CF">
        <w:rPr>
          <w:rFonts w:cs="Times New Roman"/>
          <w:sz w:val="28"/>
          <w:szCs w:val="28"/>
        </w:rPr>
        <w:t>сети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Интернет</w:t>
      </w:r>
      <w:proofErr w:type="spellEnd"/>
      <w:r w:rsidRPr="002E28CF">
        <w:rPr>
          <w:rFonts w:cs="Times New Roman"/>
          <w:sz w:val="28"/>
          <w:szCs w:val="28"/>
        </w:rPr>
        <w:t xml:space="preserve">: </w:t>
      </w:r>
      <w:proofErr w:type="spellStart"/>
      <w:r w:rsidRPr="002E28CF">
        <w:rPr>
          <w:rFonts w:cs="Times New Roman"/>
          <w:sz w:val="28"/>
          <w:szCs w:val="28"/>
          <w:u w:val="single"/>
          <w:lang w:val="en-US"/>
        </w:rPr>
        <w:t>kotel</w:t>
      </w:r>
      <w:proofErr w:type="spellEnd"/>
      <w:r w:rsidRPr="002E28CF">
        <w:rPr>
          <w:rFonts w:cs="Times New Roman"/>
          <w:sz w:val="28"/>
          <w:szCs w:val="28"/>
          <w:u w:val="single"/>
        </w:rPr>
        <w:t>385@</w:t>
      </w:r>
      <w:proofErr w:type="spellStart"/>
      <w:r w:rsidRPr="002E28CF">
        <w:rPr>
          <w:rFonts w:cs="Times New Roman"/>
          <w:sz w:val="28"/>
          <w:szCs w:val="28"/>
          <w:u w:val="single"/>
          <w:lang w:val="en-US"/>
        </w:rPr>
        <w:t>yandex</w:t>
      </w:r>
      <w:proofErr w:type="spellEnd"/>
      <w:r w:rsidRPr="002E28CF">
        <w:rPr>
          <w:rFonts w:cs="Times New Roman"/>
          <w:sz w:val="28"/>
          <w:szCs w:val="28"/>
          <w:u w:val="single"/>
        </w:rPr>
        <w:t>.</w:t>
      </w:r>
      <w:proofErr w:type="spellStart"/>
      <w:r w:rsidRPr="002E28CF">
        <w:rPr>
          <w:rFonts w:cs="Times New Roman"/>
          <w:sz w:val="28"/>
          <w:szCs w:val="28"/>
          <w:u w:val="single"/>
          <w:lang w:val="en-US"/>
        </w:rPr>
        <w:t>ru</w:t>
      </w:r>
      <w:bookmarkEnd w:id="11"/>
      <w:proofErr w:type="spellEnd"/>
    </w:p>
    <w:p w:rsidR="00960BB4" w:rsidRPr="00C103A9" w:rsidRDefault="00960BB4" w:rsidP="00960BB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60BB4" w:rsidRPr="00C103A9" w:rsidRDefault="00960BB4" w:rsidP="00960BB4">
      <w:pPr>
        <w:pageBreakBefore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  <w:sectPr w:rsidR="00960BB4" w:rsidRPr="00C103A9" w:rsidSect="009A52A7">
          <w:footerReference w:type="even" r:id="rId7"/>
          <w:footerReference w:type="default" r:id="rId8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:rsidR="00960BB4" w:rsidRPr="00024988" w:rsidRDefault="00960BB4" w:rsidP="00960BB4">
      <w:pPr>
        <w:pStyle w:val="1"/>
        <w:rPr>
          <w:b w:val="0"/>
          <w:i w:val="0"/>
          <w:sz w:val="28"/>
          <w:szCs w:val="28"/>
        </w:rPr>
      </w:pPr>
      <w:bookmarkStart w:id="12" w:name="_Toc433275039"/>
      <w:bookmarkStart w:id="13" w:name="_Toc433282126"/>
      <w:bookmarkStart w:id="14" w:name="_Toc433282311"/>
      <w:bookmarkStart w:id="15" w:name="_Toc433282353"/>
      <w:bookmarkStart w:id="16" w:name="_Toc433300545"/>
      <w:bookmarkStart w:id="17" w:name="_Toc433622087"/>
      <w:bookmarkStart w:id="18" w:name="_Toc433640798"/>
      <w:bookmarkStart w:id="19" w:name="_Toc433640833"/>
      <w:bookmarkStart w:id="20" w:name="_Toc433700681"/>
      <w:bookmarkStart w:id="21" w:name="_Toc433705585"/>
      <w:r w:rsidRPr="00024988">
        <w:rPr>
          <w:b w:val="0"/>
          <w:i w:val="0"/>
          <w:sz w:val="28"/>
          <w:szCs w:val="28"/>
        </w:rPr>
        <w:lastRenderedPageBreak/>
        <w:t>Приложение № 2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БЛОК-СХЕМА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</w:p>
    <w:p w:rsidR="00960BB4" w:rsidRPr="00C103A9" w:rsidRDefault="00960BB4" w:rsidP="00960BB4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23" o:spid="_x0000_s1027" type="#_x0000_t202" style="position:absolute;left:0;text-align:left;margin-left:-27pt;margin-top:9pt;width:550.25pt;height:26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" strokeweight="1.5pt">
            <v:textbox style="mso-next-textbox:#Надпись 123">
              <w:txbxContent>
                <w:p w:rsidR="00960BB4" w:rsidRPr="000354D1" w:rsidRDefault="00960BB4" w:rsidP="00960BB4">
                  <w:pPr>
                    <w:shd w:val="clear" w:color="auto" w:fill="CCFFCC"/>
                    <w:jc w:val="center"/>
                    <w:rPr>
                      <w:smallCaps/>
                      <w:sz w:val="32"/>
                      <w:szCs w:val="32"/>
                    </w:rPr>
                  </w:pPr>
                  <w:r w:rsidRPr="009F4868">
                    <w:rPr>
                      <w:rFonts w:ascii="Times New Roman" w:hAnsi="Times New Roman"/>
                      <w:smallCaps/>
                      <w:sz w:val="32"/>
                      <w:szCs w:val="32"/>
                    </w:rPr>
                    <w:t>заявитель</w:t>
                  </w:r>
                  <w:r w:rsidRPr="000354D1">
                    <w:rPr>
                      <w:smallCaps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Pr="00C103A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</w:t>
      </w:r>
    </w:p>
    <w:p w:rsidR="00960BB4" w:rsidRPr="00C103A9" w:rsidRDefault="00960BB4" w:rsidP="00960BB4">
      <w:pPr>
        <w:tabs>
          <w:tab w:val="left" w:pos="126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20" o:spid="_x0000_s1039" style="position:absolute;left:0;text-align:left;flip:y;z-index:251673600;visibility:visible" from="510.3pt,8.45pt" to="510.3pt,5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22" o:spid="_x0000_s1035" style="position:absolute;left:0;text-align:left;z-index:251669504;visibility:visible;mso-wrap-distance-left:3.17497mm;mso-wrap-distance-right:3.17497mm" from="246pt,6pt" to="246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" strokeweight="1pt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21" o:spid="_x0000_s1040" style="position:absolute;left:0;text-align:left;z-index:251674624;visibility:visible;mso-wrap-distance-left:3.17497mm;mso-wrap-distance-right:3.17497mm" from="-18pt,7.95pt" to="-18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19" o:spid="_x0000_s1032" type="#_x0000_t202" style="position:absolute;left:0;text-align:left;margin-left:54pt;margin-top:10.7pt;width:390pt;height:1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" fillcolor="#cff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представление заявления и документов на предоставление </w:t>
                  </w:r>
                  <w:r w:rsidRPr="006A74E7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государственной</w:t>
                  </w: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 услуги </w:t>
                  </w:r>
                </w:p>
              </w:txbxContent>
            </v:textbox>
          </v:shap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18" o:spid="_x0000_s1047" style="position:absolute;left:0;text-align:left;z-index:251681792;visibility:visible;mso-wrap-distance-left:3.17497mm;mso-wrap-distance-right:3.17497mm" from="150pt,2.1pt" to="150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+hOYw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16" o:spid="_x0000_s1048" style="position:absolute;left:0;text-align:left;z-index:251682816;visibility:visible;mso-wrap-distance-left:3.17497mm;mso-wrap-distance-right:3.17497mm" from="312pt,2.1pt" to="312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/7IYw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15" o:spid="_x0000_s1049" style="position:absolute;left:0;text-align:left;z-index:251683840;visibility:visible;mso-wrap-distance-left:3.17497mm;mso-wrap-distance-right:3.17497mm" from="396pt,2.1pt" to="396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14" o:spid="_x0000_s1046" style="position:absolute;left:0;text-align:left;z-index:251680768;visibility:visible;mso-wrap-distance-left:3.17497mm;mso-wrap-distance-right:3.17497mm" from="78pt,2.1pt" to="78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13" o:spid="_x0000_s1043" type="#_x0000_t202" style="position:absolute;left:0;text-align:left;margin-left:348.3pt;margin-top:7pt;width:2in;height:61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" fillcolor="#cff" strokeweight="1.5pt">
            <v:textbox>
              <w:txbxContent>
                <w:p w:rsidR="00960BB4" w:rsidRPr="009F4868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4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4"/>
                      <w:szCs w:val="18"/>
                    </w:rPr>
                    <w:t>ПОСРЕДСТВОМ ЕДИНОГО ПОРТАЛА</w:t>
                  </w:r>
                </w:p>
                <w:p w:rsidR="00960BB4" w:rsidRPr="009F4868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4"/>
                      <w:szCs w:val="18"/>
                    </w:rPr>
                    <w:t>ГОСУДАРСТВЕННЫХ И МУНИЦИПАЛЬНЫХ УСЛУГ</w:t>
                  </w:r>
                  <w:r>
                    <w:rPr>
                      <w:rFonts w:ascii="Times New Roman" w:hAnsi="Times New Roman"/>
                      <w:bCs/>
                      <w:smallCaps/>
                      <w:sz w:val="14"/>
                      <w:szCs w:val="18"/>
                    </w:rPr>
                    <w:t>, ПОРТАЛА ГОСУДАРСТВЕННЫХ И МУНИЦИПАЛЬНЫХ УСЛУГ МОСКОВСКОЙ ОБЛАСТИ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12" o:spid="_x0000_s1038" type="#_x0000_t202" style="position:absolute;left:0;text-align:left;margin-left:282pt;margin-top:6.8pt;width:60pt;height:1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" fillcolor="#cff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по почте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10" o:spid="_x0000_s1044" type="#_x0000_t202" style="position:absolute;left:0;text-align:left;margin-left:102pt;margin-top:6.8pt;width:96pt;height:4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" fillcolor="#cff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через законного представителя или доверенное лицо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09" o:spid="_x0000_s1045" type="#_x0000_t202" style="position:absolute;left:0;text-align:left;margin-left:54pt;margin-top:6.8pt;width:42pt;height:1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" fillcolor="#cff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лично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rect id="Прямоугольник 108" o:spid="_x0000_s1031" style="position:absolute;left:0;text-align:left;margin-left:-100.35pt;margin-top:79.1pt;width:194.65pt;height:54pt;rotation:-9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" fillcolor="#ff9" strokeweight="1.5pt">
            <v:textbox style="layout-flow:vertical;mso-layout-flow-alt:bottom-to-top">
              <w:txbxContent>
                <w:p w:rsidR="00960BB4" w:rsidRPr="009F4868" w:rsidRDefault="00960BB4" w:rsidP="00960BB4">
                  <w:pPr>
                    <w:spacing w:before="120" w:after="120"/>
                    <w:jc w:val="center"/>
                    <w:rPr>
                      <w:rFonts w:ascii="Times New Roman" w:hAnsi="Times New Roman"/>
                      <w:bCs/>
                      <w:smallCaps/>
                      <w:sz w:val="19"/>
                      <w:szCs w:val="19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9"/>
                      <w:szCs w:val="19"/>
                    </w:rPr>
                    <w:t>обжалование решения о</w:t>
                  </w:r>
                  <w:r>
                    <w:rPr>
                      <w:rFonts w:ascii="Times New Roman" w:hAnsi="Times New Roman"/>
                      <w:bCs/>
                      <w:smallCaps/>
                      <w:sz w:val="19"/>
                      <w:szCs w:val="19"/>
                    </w:rPr>
                    <w:t xml:space="preserve">б отказе в предоставлении </w:t>
                  </w:r>
                  <w:r w:rsidRPr="006A74E7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государственной</w:t>
                  </w:r>
                  <w:r>
                    <w:rPr>
                      <w:rFonts w:ascii="Times New Roman" w:hAnsi="Times New Roman"/>
                      <w:bCs/>
                      <w:smallCaps/>
                      <w:sz w:val="19"/>
                      <w:szCs w:val="19"/>
                    </w:rPr>
                    <w:t xml:space="preserve"> услуги</w:t>
                  </w:r>
                </w:p>
                <w:p w:rsidR="00960BB4" w:rsidRPr="00243100" w:rsidRDefault="00960BB4" w:rsidP="00960BB4">
                  <w:pPr>
                    <w:jc w:val="both"/>
                    <w:rPr>
                      <w:sz w:val="19"/>
                      <w:szCs w:val="19"/>
                    </w:rPr>
                  </w:pPr>
                </w:p>
              </w:txbxContent>
            </v:textbox>
          </v:rect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7" o:spid="_x0000_s1052" style="position:absolute;left:0;text-align:left;z-index:251686912;visibility:visible;mso-wrap-distance-left:3.17497mm;mso-wrap-distance-right:3.17497mm" from="312pt,11.5pt" to="312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6" o:spid="_x0000_s1050" style="position:absolute;left:0;text-align:left;z-index:251684864;visibility:visible;mso-wrap-distance-left:3.17497mm;mso-wrap-distance-right:3.17497mm" from="78pt,11.5pt" to="78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5" o:spid="_x0000_s1051" style="position:absolute;left:0;text-align:left;z-index:251685888;visibility:visible;mso-wrap-distance-left:3.17497mm;mso-wrap-distance-right:3.17497mm" from="150pt,11.9pt" to="150pt,4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3" o:spid="_x0000_s1053" style="position:absolute;left:0;text-align:left;z-index:251687936;visibility:visible;mso-wrap-distance-left:3.17497mm;mso-wrap-distance-right:3.17497mm" from="396pt,3.3pt" to="396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02" o:spid="_x0000_s1034" type="#_x0000_t202" style="position:absolute;left:0;text-align:left;margin-left:54pt;margin-top:8pt;width:390pt;height:3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" fillcolor="#cff" strokeweight="1.5pt">
            <v:textbox>
              <w:txbxContent>
                <w:p w:rsidR="00960BB4" w:rsidRPr="009F4868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прием и регистрация заявления и документов, необходимых для предоставления </w:t>
                  </w:r>
                  <w:r w:rsidRPr="006A74E7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государственной</w:t>
                  </w: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 услуги</w:t>
                  </w:r>
                </w:p>
                <w:p w:rsidR="00960BB4" w:rsidRPr="00243100" w:rsidRDefault="00960BB4" w:rsidP="00960BB4">
                  <w:pPr>
                    <w:spacing w:before="240" w:after="120"/>
                    <w:jc w:val="center"/>
                    <w:rPr>
                      <w:rFonts w:ascii="Arial Black" w:hAnsi="Arial Black" w:cs="Arial Black"/>
                      <w:smallCaps/>
                      <w:sz w:val="23"/>
                      <w:szCs w:val="23"/>
                    </w:rPr>
                  </w:pPr>
                </w:p>
              </w:txbxContent>
            </v:textbox>
          </v:shap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101" o:spid="_x0000_s1036" style="position:absolute;left:0;text-align:left;z-index:251670528;visibility:visible;mso-wrap-distance-left:3.17497mm;mso-wrap-distance-right:3.17497mm" from="246pt,6.05pt" to="246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" strokeweight="1pt">
            <v:stroke endarrow="block"/>
          </v:line>
        </w:pict>
      </w: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5" o:spid="_x0000_s1056" style="position:absolute;left:0;text-align:left;z-index:251691008;visibility:visible;mso-wrap-distance-left:3.17497mm;mso-wrap-distance-right:3.17497mm" from="430.8pt,4.3pt" to="430.8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" strokeweight="1pt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_x0000_s1055" type="#_x0000_t202" style="position:absolute;left:0;text-align:left;margin-left:387.3pt;margin-top:6.95pt;width:96pt;height:38.2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" fillcolor="#cff" strokeweight="1.5pt">
            <v:textbox>
              <w:txbxContent>
                <w:p w:rsidR="00960BB4" w:rsidRPr="003B308F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Наличие оснований для отказа</w:t>
                  </w:r>
                </w:p>
              </w:txbxContent>
            </v:textbox>
          </v:shap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99" o:spid="_x0000_s1037" style="position:absolute;left:0;text-align:left;z-index:251671552;visibility:visible;mso-wrap-distance-left:3.17497mm;mso-wrap-distance-right:3.17497mm" from="-18pt,10.45pt" to="-18pt,3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" strokeweight="1pt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100" o:spid="_x0000_s1033" type="#_x0000_t202" style="position:absolute;left:0;text-align:left;margin-left:156.3pt;margin-top:2.1pt;width:189pt;height:38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" fillcolor="#cff" strokeweight="1.5pt">
            <v:textbox>
              <w:txbxContent>
                <w:p w:rsidR="00960BB4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</w:p>
                <w:p w:rsidR="00960BB4" w:rsidRPr="003B308F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рассмотрение заявления и документов</w:t>
                  </w:r>
                </w:p>
              </w:txbxContent>
            </v:textbox>
          </v:shap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Прямая соединительная линия 3" o:spid="_x0000_s1054" style="position:absolute;left:0;text-align:left;z-index:251688960;visibility:visible" from="432.3pt,5.3pt" to="432.3pt,1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" strokeweight="1pt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  <w:tab w:val="left" w:pos="9075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 w:rsidRPr="00C103A9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  <w:tab/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_x0000_s1057" style="position:absolute;left:0;text-align:left;z-index:251692032;visibility:visible;mso-wrap-distance-left:3.17497mm;mso-wrap-distance-right:3.17497mm" from="246pt,.45pt" to="246pt,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" strokeweight="1pt">
            <v:stroke endarrow="block"/>
          </v:line>
        </w:pict>
      </w: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shd w:val="clear" w:color="auto" w:fill="FFFFFF"/>
        <w:tabs>
          <w:tab w:val="left" w:pos="331"/>
        </w:tabs>
        <w:suppressAutoHyphens/>
        <w:spacing w:after="0" w:line="266" w:lineRule="exact"/>
        <w:ind w:firstLine="5387"/>
        <w:jc w:val="both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ar-SA"/>
        </w:rPr>
      </w:pPr>
    </w:p>
    <w:p w:rsidR="00960BB4" w:rsidRPr="00C103A9" w:rsidRDefault="00960BB4" w:rsidP="00960B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63185"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Надпись 97" o:spid="_x0000_s1028" type="#_x0000_t202" style="position:absolute;left:0;text-align:left;margin-left:6.3pt;margin-top:5.35pt;width:477pt;height:90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" fillcolor="#cff" strokeweight="1.5pt">
            <v:textbox>
              <w:txbxContent>
                <w:p w:rsidR="00960BB4" w:rsidRPr="009F4868" w:rsidRDefault="00960BB4" w:rsidP="00960B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mallCap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24"/>
                      <w:szCs w:val="24"/>
                    </w:rPr>
                    <w:t xml:space="preserve"> </w:t>
                  </w:r>
                  <w:r w:rsidRPr="009F4868">
                    <w:rPr>
                      <w:rFonts w:ascii="Times New Roman" w:hAnsi="Times New Roman"/>
                      <w:bCs/>
                      <w:smallCaps/>
                      <w:sz w:val="24"/>
                      <w:szCs w:val="24"/>
                    </w:rPr>
                    <w:t xml:space="preserve">принятие решения </w:t>
                  </w:r>
                  <w:r>
                    <w:rPr>
                      <w:rFonts w:ascii="Times New Roman" w:hAnsi="Times New Roman"/>
                      <w:bCs/>
                      <w:smallCaps/>
                      <w:sz w:val="24"/>
                      <w:szCs w:val="24"/>
                    </w:rPr>
                    <w:t>и информирование заявителя</w:t>
                  </w:r>
                </w:p>
                <w:p w:rsidR="00960BB4" w:rsidRPr="00243100" w:rsidRDefault="00960BB4" w:rsidP="00960BB4">
                  <w:pPr>
                    <w:jc w:val="center"/>
                    <w:rPr>
                      <w:smallCaps/>
                      <w:spacing w:val="60"/>
                      <w:sz w:val="19"/>
                      <w:szCs w:val="19"/>
                    </w:rPr>
                  </w:pPr>
                </w:p>
              </w:txbxContent>
            </v:textbox>
          </v:shape>
        </w:pic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 id="Надпись 95" o:spid="_x0000_s1030" type="#_x0000_t202" style="position:absolute;left:0;text-align:left;margin-left:301.05pt;margin-top:6.3pt;width:177pt;height:43.7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" strokeweight="1.5pt">
            <v:textbox>
              <w:txbxContent>
                <w:p w:rsidR="00960BB4" w:rsidRPr="009F4868" w:rsidRDefault="00960BB4" w:rsidP="00960BB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об отказе</w:t>
                  </w:r>
                </w:p>
                <w:p w:rsidR="00960BB4" w:rsidRPr="009F4868" w:rsidRDefault="00960BB4" w:rsidP="00960BB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в предоставлении услуги</w:t>
                  </w:r>
                </w:p>
                <w:p w:rsidR="00960BB4" w:rsidRPr="00243100" w:rsidRDefault="00960BB4" w:rsidP="00960BB4">
                  <w:pPr>
                    <w:shd w:val="clear" w:color="auto" w:fill="CCFFCC"/>
                    <w:jc w:val="center"/>
                    <w:rPr>
                      <w:sz w:val="23"/>
                      <w:szCs w:val="23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 id="Надпись 94" o:spid="_x0000_s1029" type="#_x0000_t202" style="position:absolute;left:0;text-align:left;margin-left:13.5pt;margin-top:6.3pt;width:184.5pt;height:43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" strokeweight="1.5pt">
            <v:textbox>
              <w:txbxContent>
                <w:p w:rsidR="00960BB4" w:rsidRDefault="00960BB4" w:rsidP="00960BB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</w:p>
                <w:p w:rsidR="00960BB4" w:rsidRPr="009F4868" w:rsidRDefault="00960BB4" w:rsidP="00960BB4">
                  <w:pPr>
                    <w:shd w:val="clear" w:color="auto" w:fill="CCFFCC"/>
                    <w:spacing w:after="0"/>
                    <w:jc w:val="center"/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</w:pPr>
                  <w:r w:rsidRPr="009F4868"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>о</w:t>
                  </w:r>
                  <w:r>
                    <w:rPr>
                      <w:rFonts w:ascii="Times New Roman" w:hAnsi="Times New Roman"/>
                      <w:bCs/>
                      <w:smallCaps/>
                      <w:sz w:val="18"/>
                      <w:szCs w:val="18"/>
                    </w:rPr>
                    <w:t xml:space="preserve"> предоставлении услуги</w:t>
                  </w:r>
                </w:p>
              </w:txbxContent>
            </v:textbox>
          </v:shape>
        </w:pic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line id="Прямая соединительная линия 91" o:spid="_x0000_s1041" style="position:absolute;left:0;text-align:left;z-index:251675648;visibility:visible" from="78pt,15.45pt" to="78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">
            <v:stroke endarrow="block"/>
          </v:line>
        </w:pict>
      </w: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line id="Прямая соединительная линия 92" o:spid="_x0000_s1042" style="position:absolute;left:0;text-align:left;z-index:251676672;visibility:visible" from="434.55pt,15.45pt" to="434.55pt,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">
            <v:stroke endarrow="block"/>
          </v:line>
        </w:pic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63185"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Надпись 83" o:spid="_x0000_s1026" type="#_x0000_t202" style="position:absolute;left:0;text-align:left;margin-left:-30pt;margin-top:10.6pt;width:547.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" fillcolor="#ff9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Орган местного самоуправления</w:t>
                  </w:r>
                </w:p>
              </w:txbxContent>
            </v:textbox>
          </v:shape>
        </w:pic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ind w:left="450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22" w:name="_GoBack"/>
      <w:bookmarkEnd w:id="22"/>
      <w:r w:rsidRPr="00263185"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line id="_x0000_s1059" style="position:absolute;left:0;text-align:left;z-index:251694080;visibility:visible" from="236.55pt,5.45pt" to="236.5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">
            <v:stroke endarrow="block"/>
          </v:line>
        </w:pict>
      </w:r>
      <w:r w:rsidRPr="00263185">
        <w:rPr>
          <w:rFonts w:ascii="Times New Roman" w:eastAsia="Times New Roman" w:hAnsi="Times New Roman"/>
          <w:noProof/>
          <w:color w:val="000000"/>
          <w:spacing w:val="-5"/>
          <w:sz w:val="28"/>
          <w:szCs w:val="28"/>
          <w:lang w:eastAsia="ru-RU"/>
        </w:rPr>
        <w:pict>
          <v:shape id="_x0000_s1058" type="#_x0000_t202" style="position:absolute;left:0;text-align:left;margin-left:-30pt;margin-top:26.75pt;width:547.5pt;height:27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" fillcolor="#ff9" strokeweight="1.5pt">
            <v:textbox>
              <w:txbxContent>
                <w:p w:rsidR="00960BB4" w:rsidRPr="009F4868" w:rsidRDefault="00960BB4" w:rsidP="00960BB4">
                  <w:pPr>
                    <w:jc w:val="center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32"/>
                      <w:szCs w:val="32"/>
                    </w:rPr>
                    <w:t>Выплата компенсации родительской платы</w:t>
                  </w:r>
                </w:p>
              </w:txbxContent>
            </v:textbox>
          </v:shape>
        </w:pict>
      </w:r>
    </w:p>
    <w:p w:rsidR="0023444E" w:rsidRDefault="0023444E" w:rsidP="00960BB4">
      <w:pPr>
        <w:pStyle w:val="1"/>
        <w:rPr>
          <w:b w:val="0"/>
          <w:i w:val="0"/>
          <w:sz w:val="28"/>
          <w:szCs w:val="28"/>
        </w:rPr>
      </w:pPr>
      <w:bookmarkStart w:id="23" w:name="_Toc433275040"/>
      <w:bookmarkStart w:id="24" w:name="_Toc433282127"/>
      <w:bookmarkStart w:id="25" w:name="_Toc433282312"/>
      <w:bookmarkStart w:id="26" w:name="_Toc433282354"/>
      <w:bookmarkStart w:id="27" w:name="_Toc433300546"/>
      <w:bookmarkStart w:id="28" w:name="_Toc433622088"/>
      <w:bookmarkStart w:id="29" w:name="_Toc433640799"/>
      <w:bookmarkStart w:id="30" w:name="_Toc433640834"/>
      <w:bookmarkStart w:id="31" w:name="_Toc433700682"/>
      <w:bookmarkStart w:id="32" w:name="_Toc433705586"/>
    </w:p>
    <w:p w:rsidR="00960BB4" w:rsidRPr="00024988" w:rsidRDefault="00960BB4" w:rsidP="00960BB4">
      <w:pPr>
        <w:pStyle w:val="1"/>
        <w:rPr>
          <w:b w:val="0"/>
          <w:i w:val="0"/>
          <w:sz w:val="28"/>
          <w:szCs w:val="28"/>
        </w:rPr>
      </w:pPr>
      <w:r w:rsidRPr="00024988">
        <w:rPr>
          <w:b w:val="0"/>
          <w:i w:val="0"/>
          <w:sz w:val="28"/>
          <w:szCs w:val="28"/>
        </w:rPr>
        <w:t>Приложение № 3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_____________________________________</w:t>
      </w:r>
    </w:p>
    <w:p w:rsidR="00960BB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proofErr w:type="gramStart"/>
      <w:r w:rsidRPr="00657954">
        <w:rPr>
          <w:rFonts w:ascii="Times New Roman" w:hAnsi="Times New Roman"/>
          <w:sz w:val="18"/>
          <w:szCs w:val="18"/>
        </w:rPr>
        <w:t xml:space="preserve">(наименование муниципального района или городского округа </w:t>
      </w:r>
      <w:r>
        <w:rPr>
          <w:rFonts w:ascii="Times New Roman" w:hAnsi="Times New Roman"/>
          <w:sz w:val="18"/>
          <w:szCs w:val="18"/>
        </w:rPr>
        <w:t xml:space="preserve"> </w:t>
      </w:r>
      <w:proofErr w:type="gramEnd"/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proofErr w:type="gramStart"/>
      <w:r w:rsidRPr="00657954">
        <w:rPr>
          <w:rFonts w:ascii="Times New Roman" w:hAnsi="Times New Roman"/>
          <w:sz w:val="18"/>
          <w:szCs w:val="18"/>
        </w:rPr>
        <w:t>Московской области)</w:t>
      </w:r>
      <w:proofErr w:type="gramEnd"/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 xml:space="preserve">от____________________________________                      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57954">
        <w:rPr>
          <w:rFonts w:ascii="Times New Roman" w:hAnsi="Times New Roman"/>
          <w:sz w:val="18"/>
          <w:szCs w:val="18"/>
        </w:rPr>
        <w:t>(фамилия, имя, отчество)</w:t>
      </w:r>
      <w:r w:rsidRPr="00C103A9">
        <w:rPr>
          <w:rFonts w:ascii="Times New Roman" w:hAnsi="Times New Roman"/>
          <w:sz w:val="28"/>
          <w:szCs w:val="28"/>
        </w:rPr>
        <w:t>,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_____________________________________</w:t>
      </w:r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954">
        <w:rPr>
          <w:rFonts w:ascii="Times New Roman" w:hAnsi="Times New Roman"/>
          <w:sz w:val="18"/>
          <w:szCs w:val="18"/>
        </w:rPr>
        <w:t>(почтовый адрес)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_____________________________________</w:t>
      </w:r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954">
        <w:rPr>
          <w:rFonts w:ascii="Times New Roman" w:hAnsi="Times New Roman"/>
          <w:sz w:val="18"/>
          <w:szCs w:val="18"/>
        </w:rPr>
        <w:t>(контактный телефон)</w:t>
      </w:r>
    </w:p>
    <w:p w:rsidR="00960BB4" w:rsidRPr="00C103A9" w:rsidRDefault="00960BB4" w:rsidP="00960B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103A9">
        <w:rPr>
          <w:rFonts w:ascii="Times New Roman" w:hAnsi="Times New Roman"/>
          <w:sz w:val="28"/>
          <w:szCs w:val="28"/>
        </w:rPr>
        <w:t>_____________________________________</w:t>
      </w:r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954">
        <w:rPr>
          <w:rFonts w:ascii="Times New Roman" w:hAnsi="Times New Roman"/>
          <w:sz w:val="18"/>
          <w:szCs w:val="18"/>
        </w:rPr>
        <w:t>(Ф.И.О. представителя, действующего по доверенности)</w:t>
      </w:r>
    </w:p>
    <w:p w:rsidR="00960BB4" w:rsidRPr="00657954" w:rsidRDefault="00960BB4" w:rsidP="00960BB4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954">
        <w:rPr>
          <w:rFonts w:ascii="Times New Roman" w:hAnsi="Times New Roman"/>
          <w:sz w:val="18"/>
          <w:szCs w:val="18"/>
        </w:rPr>
        <w:t xml:space="preserve">  (реквизиты доверенности)</w:t>
      </w:r>
    </w:p>
    <w:p w:rsidR="00960BB4" w:rsidRPr="00C103A9" w:rsidRDefault="00960BB4" w:rsidP="00960BB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BB4" w:rsidRPr="00C103A9" w:rsidRDefault="00960BB4" w:rsidP="00960BB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BB4" w:rsidRPr="00C103A9" w:rsidRDefault="00960BB4" w:rsidP="00960BB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60BB4" w:rsidRPr="00C103A9" w:rsidRDefault="00960BB4" w:rsidP="00960BB4">
      <w:pPr>
        <w:pStyle w:val="Default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103A9">
        <w:rPr>
          <w:rFonts w:eastAsia="Calibri"/>
          <w:b/>
          <w:bCs/>
          <w:sz w:val="28"/>
          <w:szCs w:val="28"/>
          <w:lang w:eastAsia="en-US"/>
        </w:rPr>
        <w:t>ЗАЯВЛЕНИЕ</w:t>
      </w:r>
    </w:p>
    <w:p w:rsidR="00960BB4" w:rsidRPr="00C103A9" w:rsidRDefault="00960BB4" w:rsidP="00960B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960BB4" w:rsidRPr="00C103A9" w:rsidRDefault="00960BB4" w:rsidP="00960BB4">
      <w:pPr>
        <w:pStyle w:val="2"/>
        <w:shd w:val="clear" w:color="auto" w:fill="auto"/>
        <w:spacing w:before="0" w:after="0" w:line="317" w:lineRule="exact"/>
        <w:ind w:left="220"/>
        <w:rPr>
          <w:b w:val="0"/>
          <w:color w:val="000000"/>
          <w:sz w:val="28"/>
          <w:szCs w:val="28"/>
        </w:rPr>
      </w:pPr>
    </w:p>
    <w:p w:rsidR="00960BB4" w:rsidRPr="00C103A9" w:rsidRDefault="00960BB4" w:rsidP="00960BB4">
      <w:pPr>
        <w:pStyle w:val="ConsPlusNonformat"/>
        <w:widowControl/>
        <w:ind w:right="-287"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Прошу  предоставить  ежемесячную  компенсацию  родительской платы  за присмотр и уход за  ребенком _________________________________________________________________________,</w:t>
      </w:r>
    </w:p>
    <w:p w:rsidR="00960BB4" w:rsidRPr="00657954" w:rsidRDefault="00960BB4" w:rsidP="00960BB4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657954">
        <w:rPr>
          <w:rFonts w:ascii="Times New Roman" w:hAnsi="Times New Roman" w:cs="Times New Roman"/>
          <w:color w:val="000000"/>
          <w:sz w:val="18"/>
          <w:szCs w:val="18"/>
        </w:rPr>
        <w:t>(фамилия, имя)</w:t>
      </w:r>
    </w:p>
    <w:p w:rsidR="00960BB4" w:rsidRPr="00C103A9" w:rsidRDefault="00960BB4" w:rsidP="00960BB4">
      <w:pPr>
        <w:pStyle w:val="ConsPlusNonformat"/>
        <w:widowControl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посещающим________________________________________________________________________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  <w:r w:rsidRPr="00C103A9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60BB4" w:rsidRPr="00657954" w:rsidRDefault="00960BB4" w:rsidP="00960BB4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657954">
        <w:rPr>
          <w:rFonts w:ascii="Times New Roman" w:hAnsi="Times New Roman" w:cs="Times New Roman"/>
          <w:color w:val="000000"/>
          <w:sz w:val="18"/>
          <w:szCs w:val="18"/>
        </w:rPr>
        <w:t>(наименование образовательной организации</w:t>
      </w:r>
      <w:r>
        <w:rPr>
          <w:rFonts w:ascii="Times New Roman" w:hAnsi="Times New Roman" w:cs="Times New Roman"/>
          <w:color w:val="000000"/>
          <w:sz w:val="18"/>
          <w:szCs w:val="18"/>
        </w:rPr>
        <w:t>, реализующей программу дошкольного образования</w:t>
      </w:r>
      <w:r w:rsidRPr="00657954"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:rsidR="00960BB4" w:rsidRDefault="00960BB4" w:rsidP="00960BB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0BB4" w:rsidRPr="00C103A9" w:rsidRDefault="00960BB4" w:rsidP="00960BB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Прилагаю документы, подтверждающие право на получение компенсации в размере _____________%:</w:t>
      </w:r>
    </w:p>
    <w:p w:rsidR="00960BB4" w:rsidRPr="00C103A9" w:rsidRDefault="00960BB4" w:rsidP="00960BB4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копию договора с образовательной организацией</w:t>
      </w:r>
      <w:r>
        <w:rPr>
          <w:rFonts w:ascii="Times New Roman" w:hAnsi="Times New Roman" w:cs="Times New Roman"/>
          <w:color w:val="000000"/>
          <w:sz w:val="28"/>
          <w:szCs w:val="28"/>
        </w:rPr>
        <w:t>, реализующей программу дошкольного образования</w:t>
      </w:r>
      <w:r w:rsidRPr="00C103A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60BB4" w:rsidRPr="00C103A9" w:rsidRDefault="00960BB4" w:rsidP="00960BB4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копию  свидетельства о рождении;</w:t>
      </w:r>
    </w:p>
    <w:p w:rsidR="00960BB4" w:rsidRPr="00C103A9" w:rsidRDefault="00960BB4" w:rsidP="00960BB4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копию документа об установлении опеки</w:t>
      </w:r>
    </w:p>
    <w:p w:rsidR="00960BB4" w:rsidRPr="00C103A9" w:rsidRDefault="00960BB4" w:rsidP="00960BB4">
      <w:pPr>
        <w:pStyle w:val="ConsPlusNonformat"/>
        <w:widowControl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0BB4" w:rsidRPr="00C103A9" w:rsidRDefault="00960BB4" w:rsidP="00960BB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color w:val="000000"/>
          <w:sz w:val="28"/>
          <w:szCs w:val="28"/>
        </w:rPr>
        <w:t>Гарантирую своевременность и достоверность представления сведений при изменении оснований для предоставления компенсаций</w:t>
      </w:r>
    </w:p>
    <w:p w:rsidR="00960BB4" w:rsidRPr="00C103A9" w:rsidRDefault="00960BB4" w:rsidP="00960BB4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0BB4" w:rsidRPr="00BA4852" w:rsidRDefault="00960BB4" w:rsidP="00960BB4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4852">
        <w:rPr>
          <w:rFonts w:ascii="Times New Roman" w:hAnsi="Times New Roman" w:cs="Times New Roman"/>
          <w:color w:val="000000"/>
          <w:sz w:val="28"/>
          <w:szCs w:val="28"/>
        </w:rPr>
        <w:t xml:space="preserve">"___" __________ 20__ </w:t>
      </w:r>
      <w:r w:rsidRPr="00C103A9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BA4852">
        <w:rPr>
          <w:rFonts w:ascii="Times New Roman" w:hAnsi="Times New Roman" w:cs="Times New Roman"/>
          <w:color w:val="000000"/>
          <w:sz w:val="28"/>
          <w:szCs w:val="28"/>
        </w:rPr>
        <w:t xml:space="preserve">.                                          </w:t>
      </w:r>
      <w:r w:rsidRPr="00C103A9">
        <w:rPr>
          <w:rFonts w:ascii="Times New Roman" w:hAnsi="Times New Roman" w:cs="Times New Roman"/>
          <w:color w:val="000000"/>
          <w:sz w:val="28"/>
          <w:szCs w:val="28"/>
        </w:rPr>
        <w:t>Подпись</w:t>
      </w:r>
      <w:r w:rsidRPr="00BA4852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</w:t>
      </w:r>
    </w:p>
    <w:p w:rsidR="00960BB4" w:rsidRPr="00024988" w:rsidRDefault="00960BB4" w:rsidP="00960BB4">
      <w:pPr>
        <w:pStyle w:val="1"/>
        <w:rPr>
          <w:b w:val="0"/>
          <w:i w:val="0"/>
          <w:sz w:val="28"/>
          <w:szCs w:val="28"/>
        </w:rPr>
      </w:pPr>
      <w:bookmarkStart w:id="33" w:name="_Toc433282128"/>
      <w:bookmarkStart w:id="34" w:name="_Toc433282313"/>
      <w:bookmarkStart w:id="35" w:name="_Toc433282355"/>
      <w:bookmarkStart w:id="36" w:name="_Toc433300547"/>
      <w:r>
        <w:rPr>
          <w:b w:val="0"/>
          <w:i w:val="0"/>
          <w:sz w:val="28"/>
          <w:szCs w:val="28"/>
        </w:rPr>
        <w:br w:type="page"/>
      </w:r>
      <w:bookmarkStart w:id="37" w:name="_Toc433622089"/>
      <w:bookmarkStart w:id="38" w:name="_Toc433640800"/>
      <w:bookmarkStart w:id="39" w:name="_Toc433640835"/>
      <w:bookmarkStart w:id="40" w:name="_Toc433700683"/>
      <w:bookmarkStart w:id="41" w:name="_Toc433705587"/>
      <w:r w:rsidRPr="00024988">
        <w:rPr>
          <w:b w:val="0"/>
          <w:i w:val="0"/>
          <w:sz w:val="28"/>
          <w:szCs w:val="28"/>
        </w:rPr>
        <w:lastRenderedPageBreak/>
        <w:t>Приложение № 4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:rsidR="00960BB4" w:rsidRPr="00C103A9" w:rsidRDefault="00960BB4" w:rsidP="00960B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3A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960BB4" w:rsidRDefault="00960BB4" w:rsidP="00960BB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60BB4" w:rsidRPr="003F62A4" w:rsidRDefault="00960BB4" w:rsidP="00960BB4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6A74E7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103A9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</w:t>
      </w:r>
      <w:proofErr w:type="gramStart"/>
      <w:r w:rsidRPr="00C103A9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C103A9">
        <w:rPr>
          <w:rFonts w:ascii="Times New Roman" w:hAnsi="Times New Roman" w:cs="Times New Roman"/>
          <w:sz w:val="28"/>
          <w:szCs w:val="28"/>
        </w:rPr>
        <w:t>Конституцией Российской Федерации;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Конвенцией о правах ребенка, одобренной Генеральной Ассамблеей ООН 20.11.1989;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Федеральным законом от 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103A9">
        <w:rPr>
          <w:rFonts w:ascii="Times New Roman" w:hAnsi="Times New Roman" w:cs="Times New Roman"/>
          <w:sz w:val="28"/>
          <w:szCs w:val="28"/>
        </w:rPr>
        <w:t xml:space="preserve">.07.1998 № 124-ФЗ «Об основных гарантиях прав ребенка в Российской Федерации»; 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Федеральным законом от 29.12.2012 № 273-ФЗ «Об образовании в Российской Федерации»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 xml:space="preserve">Федеральным законом от 02.05.2006 № 59-ФЗ «О порядке рассмотрения обращений граждан Российской Федерации»; 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Федеральным законом от 06.10.2003 № 131-Ф3 «Об общих принципах организации местного самоуправления в Российской Федерации»;</w:t>
      </w:r>
    </w:p>
    <w:p w:rsidR="00960BB4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Федеральным законом от 27.07.2010 № 210-ФЗ «Об организации предоставления государственных и муниципальных услуг»;</w:t>
      </w:r>
    </w:p>
    <w:p w:rsidR="00960BB4" w:rsidRPr="007744CA" w:rsidRDefault="00960BB4" w:rsidP="00960BB4">
      <w:pPr>
        <w:pStyle w:val="ConsPlusNormal"/>
        <w:jc w:val="both"/>
        <w:rPr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7744CA">
        <w:rPr>
          <w:rFonts w:ascii="Times New Roman" w:hAnsi="Times New Roman" w:cs="Times New Roman"/>
          <w:sz w:val="28"/>
          <w:szCs w:val="28"/>
          <w:lang w:eastAsia="ru-RU"/>
        </w:rPr>
        <w:t>Семейным кодексом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7744CA">
        <w:rPr>
          <w:rFonts w:ascii="Times New Roman" w:hAnsi="Times New Roman" w:cs="Times New Roman"/>
          <w:sz w:val="28"/>
          <w:szCs w:val="28"/>
          <w:lang w:eastAsia="ru-RU"/>
        </w:rPr>
        <w:t xml:space="preserve"> от 29.12.1995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7744CA">
        <w:rPr>
          <w:rFonts w:ascii="Times New Roman" w:hAnsi="Times New Roman" w:cs="Times New Roman"/>
          <w:sz w:val="28"/>
          <w:szCs w:val="28"/>
          <w:lang w:eastAsia="ru-RU"/>
        </w:rPr>
        <w:t xml:space="preserve"> 223-ФЗ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 xml:space="preserve">постановлением Правительства Российской Федерации от 16.05.2011 № 373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103A9">
        <w:rPr>
          <w:rFonts w:ascii="Times New Roman" w:hAnsi="Times New Roman" w:cs="Times New Roman"/>
          <w:sz w:val="28"/>
          <w:szCs w:val="28"/>
        </w:rPr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постановлением Правительства Московской области от 25.04.2011 № 365/15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муниципальной власти Московской области, государственными органами Московской области»;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  <w:t>постановлением Правительства Московской области от 26.05.2014 № 378/17 «Об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расходования субвенций бюджетам муниципальных образований Московской области на выплату компенсации родительской платы за присмотр и уход за детьми, осваивающими образовательные программы</w:t>
      </w:r>
      <w:proofErr w:type="gramEnd"/>
      <w:r w:rsidRPr="00C103A9">
        <w:rPr>
          <w:rFonts w:ascii="Times New Roman" w:hAnsi="Times New Roman" w:cs="Times New Roman"/>
          <w:sz w:val="28"/>
          <w:szCs w:val="28"/>
        </w:rPr>
        <w:t xml:space="preserve"> дошкольного образования в организациях Московской области, осуществляющих образовательную деятельность»;</w:t>
      </w:r>
    </w:p>
    <w:p w:rsidR="00960BB4" w:rsidRPr="00C103A9" w:rsidRDefault="00960BB4" w:rsidP="00960B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03A9">
        <w:rPr>
          <w:rFonts w:ascii="Times New Roman" w:hAnsi="Times New Roman" w:cs="Times New Roman"/>
          <w:sz w:val="28"/>
          <w:szCs w:val="28"/>
        </w:rPr>
        <w:t>-</w:t>
      </w:r>
      <w:r w:rsidRPr="00C103A9">
        <w:rPr>
          <w:rFonts w:ascii="Times New Roman" w:hAnsi="Times New Roman" w:cs="Times New Roman"/>
          <w:sz w:val="28"/>
          <w:szCs w:val="28"/>
        </w:rPr>
        <w:tab/>
      </w:r>
      <w:r w:rsidR="0023444E">
        <w:rPr>
          <w:rFonts w:ascii="Times New Roman" w:hAnsi="Times New Roman" w:cs="Times New Roman"/>
          <w:sz w:val="28"/>
          <w:szCs w:val="28"/>
        </w:rPr>
        <w:t xml:space="preserve">постановление главы городского округа Котельники Московской области от 24.07.2014 №673-ПГ «Об утверждений Порядка </w:t>
      </w:r>
      <w:r w:rsidR="0046188B">
        <w:rPr>
          <w:rFonts w:ascii="Times New Roman" w:hAnsi="Times New Roman" w:cs="Times New Roman"/>
          <w:sz w:val="28"/>
          <w:szCs w:val="28"/>
        </w:rPr>
        <w:t>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городского округа Котельники Московской области, осуществляющих образовательную деятельность, и порядка ее выплаты»</w:t>
      </w:r>
      <w:r w:rsidRPr="00C103A9">
        <w:rPr>
          <w:rFonts w:ascii="Times New Roman" w:hAnsi="Times New Roman" w:cs="Times New Roman"/>
          <w:sz w:val="28"/>
          <w:szCs w:val="28"/>
        </w:rPr>
        <w:t>.</w:t>
      </w:r>
    </w:p>
    <w:p w:rsidR="00960BB4" w:rsidRPr="0023444E" w:rsidRDefault="00960BB4" w:rsidP="00960BB4">
      <w:pPr>
        <w:tabs>
          <w:tab w:val="left" w:pos="1985"/>
        </w:tabs>
        <w:jc w:val="right"/>
        <w:rPr>
          <w:rFonts w:ascii="Times New Roman" w:hAnsi="Times New Roman"/>
          <w:color w:val="FF0000"/>
          <w:sz w:val="28"/>
          <w:szCs w:val="28"/>
        </w:rPr>
      </w:pPr>
    </w:p>
    <w:p w:rsidR="00960BB4" w:rsidRPr="00C103A9" w:rsidRDefault="00960BB4" w:rsidP="00960BB4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5654D" w:rsidRDefault="0045654D"/>
    <w:sectPr w:rsidR="0045654D" w:rsidSect="00657954">
      <w:headerReference w:type="default" r:id="rId9"/>
      <w:footerReference w:type="default" r:id="rId10"/>
      <w:pgSz w:w="11906" w:h="16838" w:code="9"/>
      <w:pgMar w:top="1440" w:right="424" w:bottom="1276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01A" w:rsidRPr="00D222B9" w:rsidRDefault="00E3301A" w:rsidP="0023444E">
      <w:pPr>
        <w:spacing w:after="0" w:line="240" w:lineRule="auto"/>
      </w:pPr>
      <w:r>
        <w:separator/>
      </w:r>
    </w:p>
  </w:endnote>
  <w:endnote w:type="continuationSeparator" w:id="0">
    <w:p w:rsidR="00E3301A" w:rsidRPr="00D222B9" w:rsidRDefault="00E3301A" w:rsidP="00234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B" w:rsidRDefault="00E3301A" w:rsidP="009F48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14BB" w:rsidRDefault="00E3301A" w:rsidP="009F486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B" w:rsidRDefault="00E3301A" w:rsidP="009F48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444E">
      <w:rPr>
        <w:rStyle w:val="a5"/>
        <w:noProof/>
      </w:rPr>
      <w:t>2</w:t>
    </w:r>
    <w:r>
      <w:rPr>
        <w:rStyle w:val="a5"/>
      </w:rPr>
      <w:fldChar w:fldCharType="end"/>
    </w:r>
  </w:p>
  <w:p w:rsidR="004014BB" w:rsidRPr="00902A8A" w:rsidRDefault="00E3301A" w:rsidP="009F4868">
    <w:pPr>
      <w:pStyle w:val="a3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B" w:rsidRDefault="00E3301A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  <w:r>
      <w:rPr>
        <w:rFonts w:ascii="Times New Roman" w:hAnsi="Times New Roman"/>
        <w:sz w:val="2"/>
        <w:szCs w:val="2"/>
      </w:rPr>
      <w:t>33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01A" w:rsidRPr="00D222B9" w:rsidRDefault="00E3301A" w:rsidP="0023444E">
      <w:pPr>
        <w:spacing w:after="0" w:line="240" w:lineRule="auto"/>
      </w:pPr>
      <w:r>
        <w:separator/>
      </w:r>
    </w:p>
  </w:footnote>
  <w:footnote w:type="continuationSeparator" w:id="0">
    <w:p w:rsidR="00E3301A" w:rsidRPr="00D222B9" w:rsidRDefault="00E3301A" w:rsidP="00234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4BB" w:rsidRDefault="00E3301A">
    <w:r>
      <w:rPr>
        <w:rFonts w:ascii="Times New Roman" w:hAnsi="Times New Roman"/>
        <w:sz w:val="10"/>
        <w:szCs w:val="1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17AAE"/>
    <w:multiLevelType w:val="hybridMultilevel"/>
    <w:tmpl w:val="22BA8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01D95"/>
    <w:multiLevelType w:val="hybridMultilevel"/>
    <w:tmpl w:val="5C1857DC"/>
    <w:lvl w:ilvl="0" w:tplc="6EEE0C68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BB4"/>
    <w:rsid w:val="00033402"/>
    <w:rsid w:val="00090206"/>
    <w:rsid w:val="000A3D61"/>
    <w:rsid w:val="00143F1B"/>
    <w:rsid w:val="001E102D"/>
    <w:rsid w:val="0023444E"/>
    <w:rsid w:val="0045654D"/>
    <w:rsid w:val="0046188B"/>
    <w:rsid w:val="00554353"/>
    <w:rsid w:val="007C3165"/>
    <w:rsid w:val="00960BB4"/>
    <w:rsid w:val="009D0FE9"/>
    <w:rsid w:val="00C37300"/>
    <w:rsid w:val="00E3301A"/>
    <w:rsid w:val="00E8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BB4"/>
    <w:pPr>
      <w:spacing w:after="200"/>
    </w:pPr>
    <w:rPr>
      <w:rFonts w:ascii="Calibri" w:eastAsia="Calibri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next w:val="a"/>
    <w:link w:val="11"/>
    <w:qFormat/>
    <w:rsid w:val="00960BB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0B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rsid w:val="00960B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paragraph" w:styleId="a3">
    <w:name w:val="footer"/>
    <w:basedOn w:val="a"/>
    <w:link w:val="a4"/>
    <w:unhideWhenUsed/>
    <w:rsid w:val="0096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960BB4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960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"/>
    <w:rsid w:val="00960BB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60BB4"/>
    <w:rPr>
      <w:rFonts w:ascii="Arial" w:eastAsia="Calibri" w:hAnsi="Arial" w:cs="Arial"/>
    </w:rPr>
  </w:style>
  <w:style w:type="character" w:styleId="a5">
    <w:name w:val="page number"/>
    <w:basedOn w:val="a0"/>
    <w:rsid w:val="00960BB4"/>
  </w:style>
  <w:style w:type="paragraph" w:customStyle="1" w:styleId="Default">
    <w:name w:val="Default"/>
    <w:rsid w:val="00960B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Основной текст (2)"/>
    <w:basedOn w:val="a"/>
    <w:rsid w:val="00960BB4"/>
    <w:pPr>
      <w:shd w:val="clear" w:color="auto" w:fill="FFFFFF"/>
      <w:spacing w:before="1020" w:after="240" w:line="322" w:lineRule="exact"/>
      <w:jc w:val="center"/>
    </w:pPr>
    <w:rPr>
      <w:rFonts w:ascii="Times New Roman" w:eastAsia="Arial Unicode MS" w:hAnsi="Times New Roman"/>
      <w:b/>
      <w:bCs/>
      <w:sz w:val="26"/>
      <w:szCs w:val="26"/>
      <w:lang w:eastAsia="ru-RU"/>
    </w:rPr>
  </w:style>
  <w:style w:type="paragraph" w:customStyle="1" w:styleId="Standard">
    <w:name w:val="Standard"/>
    <w:rsid w:val="00E856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List Paragraph"/>
    <w:basedOn w:val="a"/>
    <w:uiPriority w:val="34"/>
    <w:qFormat/>
    <w:rsid w:val="00E8567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34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3444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Котельники</Company>
  <LinksUpToDate>false</LinksUpToDate>
  <CharactersWithSpaces>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2015-12-03T09:34:00Z</dcterms:created>
  <dcterms:modified xsi:type="dcterms:W3CDTF">2015-12-03T10:07:00Z</dcterms:modified>
</cp:coreProperties>
</file>