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C82" w:rsidRPr="001F13E6" w:rsidRDefault="00101C82" w:rsidP="00B27166">
      <w:pPr>
        <w:rPr>
          <w:lang w:eastAsia="en-US"/>
        </w:rPr>
      </w:pPr>
      <w:r w:rsidRPr="001F13E6">
        <w:rPr>
          <w:lang w:eastAsia="en-US"/>
        </w:rPr>
        <w:t>ТЕРРИТОРИАЛЬНАЯ ИЗБИРАТЕЛЬНАЯ КОМИССИЯ</w:t>
      </w:r>
    </w:p>
    <w:p w:rsidR="00101C82" w:rsidRPr="001F13E6" w:rsidRDefault="00101C82" w:rsidP="00B27166">
      <w:pPr>
        <w:pBdr>
          <w:bottom w:val="single" w:sz="12" w:space="1" w:color="auto"/>
        </w:pBdr>
        <w:tabs>
          <w:tab w:val="center" w:pos="4677"/>
          <w:tab w:val="right" w:pos="9355"/>
        </w:tabs>
        <w:spacing w:after="120"/>
        <w:jc w:val="left"/>
        <w:rPr>
          <w:lang w:eastAsia="en-US"/>
        </w:rPr>
      </w:pPr>
      <w:r w:rsidRPr="001F13E6">
        <w:rPr>
          <w:lang w:eastAsia="en-US"/>
        </w:rPr>
        <w:tab/>
        <w:t>ГОРОДА КОТЕЛЬНИКИ</w:t>
      </w:r>
      <w:r w:rsidRPr="001F13E6">
        <w:rPr>
          <w:lang w:eastAsia="en-US"/>
        </w:rPr>
        <w:tab/>
      </w:r>
    </w:p>
    <w:p w:rsidR="00101C82" w:rsidRPr="001F13E6" w:rsidRDefault="00101C82" w:rsidP="00B27166">
      <w:pPr>
        <w:jc w:val="left"/>
        <w:rPr>
          <w:sz w:val="22"/>
          <w:szCs w:val="22"/>
          <w:lang w:eastAsia="en-US"/>
        </w:rPr>
      </w:pPr>
      <w:r w:rsidRPr="001F13E6">
        <w:rPr>
          <w:sz w:val="22"/>
          <w:szCs w:val="22"/>
          <w:lang w:eastAsia="en-US"/>
        </w:rPr>
        <w:t>Дзержинское ш., д.5/4, г.Котельники</w:t>
      </w:r>
      <w:r w:rsidRPr="001F13E6">
        <w:rPr>
          <w:sz w:val="22"/>
          <w:szCs w:val="22"/>
          <w:lang w:eastAsia="en-US"/>
        </w:rPr>
        <w:tab/>
      </w:r>
      <w:r w:rsidRPr="001F13E6">
        <w:rPr>
          <w:sz w:val="22"/>
          <w:szCs w:val="22"/>
          <w:lang w:eastAsia="en-US"/>
        </w:rPr>
        <w:tab/>
      </w:r>
      <w:r w:rsidRPr="001F13E6">
        <w:rPr>
          <w:sz w:val="22"/>
          <w:szCs w:val="22"/>
          <w:lang w:eastAsia="en-US"/>
        </w:rPr>
        <w:tab/>
      </w:r>
      <w:r w:rsidRPr="001F13E6">
        <w:rPr>
          <w:sz w:val="22"/>
          <w:szCs w:val="22"/>
          <w:lang w:eastAsia="en-US"/>
        </w:rPr>
        <w:tab/>
      </w:r>
      <w:r w:rsidRPr="001F13E6">
        <w:rPr>
          <w:sz w:val="22"/>
          <w:szCs w:val="22"/>
          <w:lang w:eastAsia="en-US"/>
        </w:rPr>
        <w:tab/>
      </w:r>
      <w:r w:rsidRPr="001F13E6">
        <w:rPr>
          <w:sz w:val="22"/>
          <w:szCs w:val="22"/>
          <w:lang w:eastAsia="en-US"/>
        </w:rPr>
        <w:tab/>
        <w:t>тел. 8 (495) 559-27-92</w:t>
      </w:r>
    </w:p>
    <w:p w:rsidR="00101C82" w:rsidRPr="001F13E6" w:rsidRDefault="00101C82" w:rsidP="00B27166">
      <w:pPr>
        <w:jc w:val="left"/>
        <w:rPr>
          <w:sz w:val="22"/>
          <w:szCs w:val="22"/>
          <w:lang w:eastAsia="en-US"/>
        </w:rPr>
      </w:pPr>
      <w:r w:rsidRPr="001F13E6">
        <w:rPr>
          <w:sz w:val="22"/>
          <w:szCs w:val="22"/>
          <w:lang w:eastAsia="en-US"/>
        </w:rPr>
        <w:t>Московская область, 140055</w:t>
      </w:r>
    </w:p>
    <w:p w:rsidR="00101C82" w:rsidRDefault="00101C82" w:rsidP="005F6CBF">
      <w:pPr>
        <w:spacing w:line="276" w:lineRule="auto"/>
        <w:rPr>
          <w:lang w:eastAsia="en-US"/>
        </w:rPr>
      </w:pPr>
    </w:p>
    <w:p w:rsidR="00101C82" w:rsidRDefault="00101C82" w:rsidP="005F6CBF">
      <w:pPr>
        <w:spacing w:line="276" w:lineRule="auto"/>
        <w:rPr>
          <w:lang w:eastAsia="en-US"/>
        </w:rPr>
      </w:pPr>
    </w:p>
    <w:p w:rsidR="00101C82" w:rsidRDefault="00101C82" w:rsidP="005F6CBF">
      <w:pPr>
        <w:spacing w:line="276" w:lineRule="auto"/>
        <w:rPr>
          <w:b/>
          <w:color w:val="000000"/>
          <w:spacing w:val="60"/>
          <w:lang w:eastAsia="en-US"/>
        </w:rPr>
      </w:pPr>
      <w:r>
        <w:rPr>
          <w:b/>
          <w:color w:val="000000"/>
          <w:spacing w:val="60"/>
          <w:lang w:eastAsia="en-US"/>
        </w:rPr>
        <w:t>РЕШЕНИЕ</w:t>
      </w:r>
    </w:p>
    <w:p w:rsidR="00101C82" w:rsidRDefault="00101C82" w:rsidP="005F6CBF">
      <w:pPr>
        <w:rPr>
          <w:b/>
          <w:color w:val="000000"/>
          <w:sz w:val="32"/>
          <w:szCs w:val="32"/>
        </w:rPr>
      </w:pPr>
    </w:p>
    <w:p w:rsidR="00101C82" w:rsidRDefault="00101C82" w:rsidP="005F6CBF">
      <w:r>
        <w:rPr>
          <w:u w:val="single"/>
        </w:rPr>
        <w:t xml:space="preserve">  От 20.06.2016 г.   </w:t>
      </w:r>
      <w:r>
        <w:t xml:space="preserve">                                                                             № 39/2</w:t>
      </w:r>
    </w:p>
    <w:p w:rsidR="00101C82" w:rsidRPr="003F03D3" w:rsidRDefault="00101C82" w:rsidP="0048430B">
      <w:pPr>
        <w:rPr>
          <w:color w:val="000000"/>
          <w:sz w:val="16"/>
          <w:szCs w:val="16"/>
        </w:rPr>
      </w:pPr>
    </w:p>
    <w:p w:rsidR="00101C82" w:rsidRDefault="00101C82" w:rsidP="003C2803">
      <w:pPr>
        <w:rPr>
          <w:b/>
        </w:rPr>
      </w:pPr>
    </w:p>
    <w:p w:rsidR="00101C82" w:rsidRDefault="00101C82" w:rsidP="003C2803">
      <w:pPr>
        <w:rPr>
          <w:b/>
        </w:rPr>
      </w:pPr>
      <w:r w:rsidRPr="003A3ACF">
        <w:rPr>
          <w:b/>
        </w:rPr>
        <w:t>О</w:t>
      </w:r>
      <w:r>
        <w:rPr>
          <w:b/>
        </w:rPr>
        <w:t xml:space="preserve">б  утверждении календарного плана  мероприятий </w:t>
      </w:r>
    </w:p>
    <w:p w:rsidR="00101C82" w:rsidRDefault="00101C82" w:rsidP="003C2803">
      <w:pPr>
        <w:rPr>
          <w:b/>
        </w:rPr>
      </w:pPr>
      <w:r>
        <w:rPr>
          <w:b/>
        </w:rPr>
        <w:t>территориальной  избирательной комиссии города Котельники</w:t>
      </w:r>
    </w:p>
    <w:p w:rsidR="00101C82" w:rsidRDefault="00101C82" w:rsidP="00BA0A43">
      <w:pPr>
        <w:rPr>
          <w:b/>
        </w:rPr>
      </w:pPr>
      <w:r>
        <w:rPr>
          <w:b/>
        </w:rPr>
        <w:t xml:space="preserve"> </w:t>
      </w:r>
      <w:r w:rsidRPr="00454A5F">
        <w:rPr>
          <w:b/>
        </w:rPr>
        <w:t>по подготовке и проведению</w:t>
      </w:r>
      <w:r>
        <w:rPr>
          <w:b/>
        </w:rPr>
        <w:t xml:space="preserve"> выборов </w:t>
      </w:r>
      <w:r w:rsidRPr="003857AD">
        <w:rPr>
          <w:b/>
        </w:rPr>
        <w:t xml:space="preserve">депутатов </w:t>
      </w:r>
    </w:p>
    <w:p w:rsidR="00101C82" w:rsidRDefault="00101C82" w:rsidP="00BA0A43">
      <w:pPr>
        <w:rPr>
          <w:b/>
        </w:rPr>
      </w:pPr>
      <w:r w:rsidRPr="003857AD">
        <w:rPr>
          <w:b/>
        </w:rPr>
        <w:t>Московской областной Думы</w:t>
      </w:r>
      <w:r>
        <w:rPr>
          <w:b/>
        </w:rPr>
        <w:t>,</w:t>
      </w:r>
      <w:r w:rsidRPr="003857AD">
        <w:rPr>
          <w:b/>
        </w:rPr>
        <w:t xml:space="preserve"> </w:t>
      </w:r>
    </w:p>
    <w:p w:rsidR="00101C82" w:rsidRDefault="00101C82" w:rsidP="003C2803">
      <w:pPr>
        <w:rPr>
          <w:b/>
        </w:rPr>
      </w:pPr>
      <w:r>
        <w:rPr>
          <w:b/>
        </w:rPr>
        <w:t>назначенных на 18 сентября 2016года,</w:t>
      </w:r>
    </w:p>
    <w:p w:rsidR="00101C82" w:rsidRDefault="00101C82" w:rsidP="003C2803">
      <w:pPr>
        <w:rPr>
          <w:b/>
        </w:rPr>
      </w:pPr>
      <w:r>
        <w:rPr>
          <w:b/>
        </w:rPr>
        <w:t>на период избирательной кампании</w:t>
      </w:r>
    </w:p>
    <w:p w:rsidR="00101C82" w:rsidRDefault="00101C82" w:rsidP="003C2803">
      <w:pPr>
        <w:rPr>
          <w:b/>
        </w:rPr>
      </w:pPr>
    </w:p>
    <w:p w:rsidR="00101C82" w:rsidRPr="003C2803" w:rsidRDefault="00101C82" w:rsidP="003C2803">
      <w:pPr>
        <w:rPr>
          <w:b/>
          <w:sz w:val="16"/>
          <w:szCs w:val="16"/>
        </w:rPr>
      </w:pPr>
    </w:p>
    <w:p w:rsidR="00101C82" w:rsidRDefault="00101C82" w:rsidP="00EE54E3">
      <w:pPr>
        <w:tabs>
          <w:tab w:val="left" w:pos="142"/>
        </w:tabs>
        <w:spacing w:line="360" w:lineRule="auto"/>
        <w:ind w:firstLine="709"/>
        <w:jc w:val="both"/>
      </w:pPr>
      <w:r w:rsidRPr="00DD1102">
        <w:t xml:space="preserve">В связи с проведением выборов депутатов </w:t>
      </w:r>
      <w:r>
        <w:t xml:space="preserve">  </w:t>
      </w:r>
      <w:r w:rsidRPr="00DD1102">
        <w:t>депутатов</w:t>
      </w:r>
      <w:r>
        <w:t xml:space="preserve">    </w:t>
      </w:r>
      <w:r w:rsidRPr="00DD1102">
        <w:t xml:space="preserve"> Московской областной Думы 18 сентября 2016 года, на основании пункта 2.5. Методических рекомендациях по разработке календарных планов </w:t>
      </w:r>
      <w:r>
        <w:t xml:space="preserve">    </w:t>
      </w:r>
      <w:r w:rsidRPr="00DD1102">
        <w:t>мероприятий по подготовке и проведению выборов в субъектах Российской Федерации, утвержденных Постановлением ЦИК России от 02.04.2014 № 224/1444-6, территориальн</w:t>
      </w:r>
      <w:r>
        <w:t>ая</w:t>
      </w:r>
      <w:r w:rsidRPr="00DD1102">
        <w:t xml:space="preserve"> избирательн</w:t>
      </w:r>
      <w:r>
        <w:t>ая</w:t>
      </w:r>
      <w:r w:rsidRPr="00DD1102">
        <w:t xml:space="preserve"> комисси</w:t>
      </w:r>
      <w:r>
        <w:t>я</w:t>
      </w:r>
      <w:r w:rsidRPr="00DD1102">
        <w:t xml:space="preserve"> города Котельники </w:t>
      </w:r>
    </w:p>
    <w:p w:rsidR="00101C82" w:rsidRDefault="00101C82" w:rsidP="00EE54E3">
      <w:pPr>
        <w:tabs>
          <w:tab w:val="left" w:pos="142"/>
        </w:tabs>
        <w:spacing w:line="360" w:lineRule="auto"/>
        <w:ind w:firstLine="709"/>
      </w:pPr>
    </w:p>
    <w:p w:rsidR="00101C82" w:rsidRPr="00DD1102" w:rsidRDefault="00101C82" w:rsidP="00EE54E3">
      <w:pPr>
        <w:tabs>
          <w:tab w:val="left" w:pos="142"/>
        </w:tabs>
        <w:spacing w:line="360" w:lineRule="auto"/>
        <w:ind w:firstLine="709"/>
      </w:pPr>
      <w:r w:rsidRPr="00DD1102">
        <w:rPr>
          <w:b/>
        </w:rPr>
        <w:t>РЕШИЛА:</w:t>
      </w:r>
    </w:p>
    <w:p w:rsidR="00101C82" w:rsidRPr="00DD1102" w:rsidRDefault="00101C82" w:rsidP="00EE54E3">
      <w:pPr>
        <w:numPr>
          <w:ilvl w:val="0"/>
          <w:numId w:val="3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szCs w:val="20"/>
        </w:rPr>
      </w:pPr>
      <w:r w:rsidRPr="00DD1102">
        <w:rPr>
          <w:szCs w:val="20"/>
        </w:rPr>
        <w:t xml:space="preserve">Утвердить Календарный план мероприятий </w:t>
      </w:r>
      <w:r w:rsidRPr="00626052">
        <w:rPr>
          <w:szCs w:val="20"/>
        </w:rPr>
        <w:t>территориальной  избирательной комиссии города Котельники</w:t>
      </w:r>
      <w:r>
        <w:rPr>
          <w:szCs w:val="20"/>
        </w:rPr>
        <w:t xml:space="preserve"> ( далее - ТИК г.Котельники)  </w:t>
      </w:r>
      <w:r w:rsidRPr="00DD1102">
        <w:rPr>
          <w:szCs w:val="20"/>
        </w:rPr>
        <w:t xml:space="preserve">по подготовке и проведению </w:t>
      </w:r>
      <w:r>
        <w:rPr>
          <w:szCs w:val="20"/>
        </w:rPr>
        <w:t xml:space="preserve"> выборов </w:t>
      </w:r>
      <w:r w:rsidRPr="00454A5F">
        <w:rPr>
          <w:szCs w:val="20"/>
        </w:rPr>
        <w:t>депутатов Московской областной Думы, назначенных на 18 сентября 2016года,</w:t>
      </w:r>
      <w:r>
        <w:rPr>
          <w:szCs w:val="20"/>
        </w:rPr>
        <w:t xml:space="preserve"> </w:t>
      </w:r>
      <w:r w:rsidRPr="00454A5F">
        <w:rPr>
          <w:szCs w:val="20"/>
        </w:rPr>
        <w:t>на период избирательной кампании</w:t>
      </w:r>
      <w:r w:rsidRPr="00DD1102">
        <w:rPr>
          <w:szCs w:val="20"/>
        </w:rPr>
        <w:t xml:space="preserve"> (прилагается).</w:t>
      </w:r>
    </w:p>
    <w:p w:rsidR="00101C82" w:rsidRPr="00DD1102" w:rsidRDefault="00101C82" w:rsidP="00EE54E3">
      <w:pPr>
        <w:tabs>
          <w:tab w:val="left" w:pos="851"/>
        </w:tabs>
        <w:spacing w:line="360" w:lineRule="auto"/>
        <w:ind w:firstLine="709"/>
        <w:jc w:val="both"/>
        <w:rPr>
          <w:szCs w:val="20"/>
        </w:rPr>
      </w:pPr>
      <w:r>
        <w:t>2</w:t>
      </w:r>
      <w:r w:rsidRPr="00DD1102">
        <w:t xml:space="preserve">. </w:t>
      </w:r>
      <w:r w:rsidRPr="00626052">
        <w:rPr>
          <w:szCs w:val="20"/>
        </w:rPr>
        <w:t>Опубликовать настоящее решение в  сетевом издании «Вестник Избирательной комиссии Московской области, на сайте городского округа Котельники Московской области и довести до сведения председателей участковых избирательных комиссий городского округа Котельники Московской области.</w:t>
      </w:r>
    </w:p>
    <w:p w:rsidR="00101C82" w:rsidRPr="00DD1102" w:rsidRDefault="00101C82" w:rsidP="00EE54E3">
      <w:pPr>
        <w:tabs>
          <w:tab w:val="left" w:pos="851"/>
        </w:tabs>
        <w:spacing w:line="360" w:lineRule="auto"/>
        <w:ind w:firstLine="709"/>
        <w:jc w:val="both"/>
        <w:rPr>
          <w:szCs w:val="20"/>
        </w:rPr>
      </w:pPr>
      <w:r>
        <w:rPr>
          <w:szCs w:val="20"/>
        </w:rPr>
        <w:t>3</w:t>
      </w:r>
      <w:r w:rsidRPr="00DD1102">
        <w:rPr>
          <w:szCs w:val="20"/>
        </w:rPr>
        <w:t xml:space="preserve">. Контроль за выполнением настоящего решения возложить на секретаря </w:t>
      </w:r>
      <w:r>
        <w:rPr>
          <w:szCs w:val="20"/>
        </w:rPr>
        <w:t xml:space="preserve">ТИК г.Котельники </w:t>
      </w:r>
      <w:bookmarkStart w:id="0" w:name="_GoBack"/>
      <w:bookmarkEnd w:id="0"/>
      <w:r>
        <w:rPr>
          <w:szCs w:val="20"/>
        </w:rPr>
        <w:t xml:space="preserve"> Бутину А.Ю.</w:t>
      </w:r>
      <w:r w:rsidRPr="00DD1102">
        <w:rPr>
          <w:szCs w:val="20"/>
        </w:rPr>
        <w:t xml:space="preserve"> </w:t>
      </w:r>
    </w:p>
    <w:p w:rsidR="00101C82" w:rsidRDefault="00101C82" w:rsidP="00EE54E3">
      <w:pPr>
        <w:pStyle w:val="BodyTextIndent2"/>
        <w:spacing w:line="360" w:lineRule="auto"/>
        <w:ind w:firstLine="0"/>
        <w:rPr>
          <w:i w:val="0"/>
        </w:rPr>
      </w:pPr>
    </w:p>
    <w:p w:rsidR="00101C82" w:rsidRDefault="00101C82" w:rsidP="00A65284">
      <w:pPr>
        <w:pStyle w:val="BodyTextIndent2"/>
        <w:spacing w:line="276" w:lineRule="auto"/>
        <w:ind w:firstLine="0"/>
        <w:rPr>
          <w:i w:val="0"/>
        </w:rPr>
      </w:pPr>
    </w:p>
    <w:p w:rsidR="00101C82" w:rsidRDefault="00101C82" w:rsidP="00A65284">
      <w:pPr>
        <w:pStyle w:val="BodyTextIndent2"/>
        <w:spacing w:line="276" w:lineRule="auto"/>
        <w:ind w:firstLine="0"/>
        <w:rPr>
          <w:i w:val="0"/>
        </w:rPr>
      </w:pPr>
      <w:r>
        <w:rPr>
          <w:i w:val="0"/>
        </w:rPr>
        <w:t>Председатель территориальной</w:t>
      </w:r>
    </w:p>
    <w:p w:rsidR="00101C82" w:rsidRDefault="00101C82" w:rsidP="00A65284">
      <w:pPr>
        <w:pStyle w:val="BodyTextIndent2"/>
        <w:spacing w:line="276" w:lineRule="auto"/>
        <w:ind w:firstLine="0"/>
        <w:rPr>
          <w:i w:val="0"/>
        </w:rPr>
      </w:pPr>
      <w:r>
        <w:rPr>
          <w:i w:val="0"/>
        </w:rPr>
        <w:t>избирательной комиссии  г.Котельники                                 Е.В.Литвинова</w:t>
      </w:r>
    </w:p>
    <w:p w:rsidR="00101C82" w:rsidRDefault="00101C82" w:rsidP="00A65284">
      <w:pPr>
        <w:pStyle w:val="BodyTextIndent2"/>
        <w:spacing w:line="276" w:lineRule="auto"/>
        <w:ind w:firstLine="0"/>
        <w:rPr>
          <w:i w:val="0"/>
        </w:rPr>
      </w:pPr>
    </w:p>
    <w:p w:rsidR="00101C82" w:rsidRDefault="00101C82" w:rsidP="00A65284">
      <w:pPr>
        <w:pStyle w:val="BodyTextIndent2"/>
        <w:spacing w:line="276" w:lineRule="auto"/>
        <w:ind w:firstLine="0"/>
        <w:rPr>
          <w:i w:val="0"/>
        </w:rPr>
      </w:pPr>
      <w:r>
        <w:rPr>
          <w:i w:val="0"/>
        </w:rPr>
        <w:t>Секретарь территориальной</w:t>
      </w:r>
    </w:p>
    <w:p w:rsidR="00101C82" w:rsidRDefault="00101C82" w:rsidP="00A65284">
      <w:pPr>
        <w:pStyle w:val="BodyTextIndent2"/>
        <w:spacing w:line="276" w:lineRule="auto"/>
        <w:ind w:firstLine="0"/>
        <w:rPr>
          <w:i w:val="0"/>
        </w:rPr>
      </w:pPr>
      <w:r>
        <w:rPr>
          <w:i w:val="0"/>
        </w:rPr>
        <w:t>избирательной комиссии  г.Котельники                                          А.Ю. Бутина</w:t>
      </w:r>
    </w:p>
    <w:p w:rsidR="00101C82" w:rsidRDefault="00101C82" w:rsidP="003C2803">
      <w:pPr>
        <w:pStyle w:val="BodyTextIndent2"/>
        <w:spacing w:line="360" w:lineRule="auto"/>
        <w:ind w:firstLine="0"/>
        <w:rPr>
          <w:i w:val="0"/>
        </w:rPr>
      </w:pPr>
    </w:p>
    <w:p w:rsidR="00101C82" w:rsidRDefault="00101C82" w:rsidP="003C2803">
      <w:pPr>
        <w:pStyle w:val="BodyTextIndent2"/>
        <w:spacing w:line="360" w:lineRule="auto"/>
        <w:ind w:firstLine="0"/>
        <w:rPr>
          <w:i w:val="0"/>
        </w:rPr>
      </w:pPr>
    </w:p>
    <w:p w:rsidR="00101C82" w:rsidRDefault="00101C82" w:rsidP="003C2803">
      <w:pPr>
        <w:pStyle w:val="BodyTextIndent2"/>
        <w:spacing w:line="360" w:lineRule="auto"/>
        <w:ind w:firstLine="0"/>
        <w:rPr>
          <w:i w:val="0"/>
        </w:rPr>
      </w:pPr>
    </w:p>
    <w:p w:rsidR="00101C82" w:rsidRDefault="00101C82" w:rsidP="003C2803">
      <w:pPr>
        <w:pStyle w:val="BodyTextIndent2"/>
        <w:spacing w:line="360" w:lineRule="auto"/>
        <w:ind w:firstLine="0"/>
        <w:rPr>
          <w:i w:val="0"/>
        </w:rPr>
      </w:pPr>
    </w:p>
    <w:p w:rsidR="00101C82" w:rsidRDefault="00101C82" w:rsidP="003C2803">
      <w:pPr>
        <w:pStyle w:val="BodyTextIndent2"/>
        <w:spacing w:line="360" w:lineRule="auto"/>
        <w:ind w:firstLine="0"/>
        <w:rPr>
          <w:i w:val="0"/>
        </w:rPr>
      </w:pPr>
    </w:p>
    <w:p w:rsidR="00101C82" w:rsidRDefault="00101C82" w:rsidP="003C2803">
      <w:pPr>
        <w:pStyle w:val="BodyTextIndent2"/>
        <w:spacing w:line="360" w:lineRule="auto"/>
        <w:ind w:firstLine="0"/>
        <w:rPr>
          <w:i w:val="0"/>
        </w:rPr>
      </w:pPr>
    </w:p>
    <w:p w:rsidR="00101C82" w:rsidRDefault="00101C82" w:rsidP="003C2803">
      <w:pPr>
        <w:pStyle w:val="BodyTextIndent2"/>
        <w:spacing w:line="360" w:lineRule="auto"/>
        <w:ind w:firstLine="0"/>
        <w:rPr>
          <w:i w:val="0"/>
        </w:rPr>
      </w:pPr>
    </w:p>
    <w:p w:rsidR="00101C82" w:rsidRDefault="00101C82" w:rsidP="00E304FB">
      <w:pPr>
        <w:ind w:left="4253"/>
        <w:rPr>
          <w:rFonts w:ascii="Times New Roman CYR" w:hAnsi="Times New Roman CYR"/>
          <w:sz w:val="20"/>
          <w:szCs w:val="24"/>
        </w:rPr>
      </w:pPr>
    </w:p>
    <w:p w:rsidR="00101C82" w:rsidRDefault="00101C82" w:rsidP="00E304FB">
      <w:pPr>
        <w:ind w:left="4253"/>
        <w:rPr>
          <w:rFonts w:ascii="Times New Roman CYR" w:hAnsi="Times New Roman CYR"/>
          <w:sz w:val="20"/>
          <w:szCs w:val="24"/>
        </w:rPr>
      </w:pPr>
      <w:r>
        <w:rPr>
          <w:rFonts w:ascii="Times New Roman CYR" w:hAnsi="Times New Roman CYR"/>
          <w:sz w:val="20"/>
          <w:szCs w:val="24"/>
        </w:rPr>
        <w:t xml:space="preserve"> </w:t>
      </w:r>
    </w:p>
    <w:p w:rsidR="00101C82" w:rsidRDefault="00101C82" w:rsidP="00E304FB">
      <w:pPr>
        <w:ind w:left="4253"/>
        <w:rPr>
          <w:rFonts w:ascii="Times New Roman CYR" w:hAnsi="Times New Roman CYR"/>
          <w:sz w:val="20"/>
          <w:szCs w:val="24"/>
        </w:rPr>
      </w:pPr>
    </w:p>
    <w:p w:rsidR="00101C82" w:rsidRDefault="00101C82" w:rsidP="00E304FB">
      <w:pPr>
        <w:ind w:left="4253"/>
        <w:rPr>
          <w:rFonts w:ascii="Times New Roman CYR" w:hAnsi="Times New Roman CYR"/>
          <w:sz w:val="20"/>
          <w:szCs w:val="24"/>
        </w:rPr>
      </w:pPr>
    </w:p>
    <w:p w:rsidR="00101C82" w:rsidRDefault="00101C82" w:rsidP="00E304FB">
      <w:pPr>
        <w:ind w:left="4253"/>
        <w:rPr>
          <w:rFonts w:ascii="Times New Roman CYR" w:hAnsi="Times New Roman CYR"/>
          <w:sz w:val="20"/>
          <w:szCs w:val="24"/>
        </w:rPr>
      </w:pPr>
    </w:p>
    <w:p w:rsidR="00101C82" w:rsidRDefault="00101C82" w:rsidP="00E304FB">
      <w:pPr>
        <w:ind w:left="4253"/>
        <w:rPr>
          <w:rFonts w:ascii="Times New Roman CYR" w:hAnsi="Times New Roman CYR"/>
          <w:sz w:val="20"/>
          <w:szCs w:val="24"/>
        </w:rPr>
      </w:pPr>
    </w:p>
    <w:p w:rsidR="00101C82" w:rsidRDefault="00101C82" w:rsidP="00E304FB">
      <w:pPr>
        <w:ind w:left="4253"/>
        <w:rPr>
          <w:rFonts w:ascii="Times New Roman CYR" w:hAnsi="Times New Roman CYR"/>
          <w:sz w:val="20"/>
          <w:szCs w:val="24"/>
        </w:rPr>
      </w:pPr>
    </w:p>
    <w:p w:rsidR="00101C82" w:rsidRDefault="00101C82" w:rsidP="00E304FB">
      <w:pPr>
        <w:ind w:left="4253"/>
        <w:rPr>
          <w:rFonts w:ascii="Times New Roman CYR" w:hAnsi="Times New Roman CYR"/>
          <w:sz w:val="20"/>
          <w:szCs w:val="24"/>
        </w:rPr>
      </w:pPr>
    </w:p>
    <w:p w:rsidR="00101C82" w:rsidRDefault="00101C82" w:rsidP="00E304FB">
      <w:pPr>
        <w:ind w:left="4253"/>
        <w:rPr>
          <w:rFonts w:ascii="Times New Roman CYR" w:hAnsi="Times New Roman CYR"/>
          <w:sz w:val="20"/>
          <w:szCs w:val="24"/>
        </w:rPr>
      </w:pPr>
    </w:p>
    <w:p w:rsidR="00101C82" w:rsidRDefault="00101C82" w:rsidP="00E304FB">
      <w:pPr>
        <w:ind w:left="4253"/>
        <w:rPr>
          <w:rFonts w:ascii="Times New Roman CYR" w:hAnsi="Times New Roman CYR"/>
          <w:sz w:val="20"/>
          <w:szCs w:val="24"/>
        </w:rPr>
      </w:pPr>
    </w:p>
    <w:p w:rsidR="00101C82" w:rsidRDefault="00101C82" w:rsidP="00E304FB">
      <w:pPr>
        <w:ind w:left="4253"/>
        <w:rPr>
          <w:rFonts w:ascii="Times New Roman CYR" w:hAnsi="Times New Roman CYR"/>
          <w:sz w:val="20"/>
          <w:szCs w:val="24"/>
        </w:rPr>
      </w:pPr>
    </w:p>
    <w:p w:rsidR="00101C82" w:rsidRDefault="00101C82" w:rsidP="00E304FB">
      <w:pPr>
        <w:ind w:left="4253"/>
        <w:rPr>
          <w:rFonts w:ascii="Times New Roman CYR" w:hAnsi="Times New Roman CYR"/>
          <w:sz w:val="20"/>
          <w:szCs w:val="24"/>
        </w:rPr>
      </w:pPr>
    </w:p>
    <w:p w:rsidR="00101C82" w:rsidRDefault="00101C82" w:rsidP="00E304FB">
      <w:pPr>
        <w:ind w:left="4253"/>
        <w:rPr>
          <w:rFonts w:ascii="Times New Roman CYR" w:hAnsi="Times New Roman CYR"/>
          <w:sz w:val="20"/>
          <w:szCs w:val="24"/>
        </w:rPr>
      </w:pPr>
    </w:p>
    <w:p w:rsidR="00101C82" w:rsidRDefault="00101C82" w:rsidP="00E304FB">
      <w:pPr>
        <w:ind w:left="4253"/>
        <w:rPr>
          <w:rFonts w:ascii="Times New Roman CYR" w:hAnsi="Times New Roman CYR"/>
          <w:sz w:val="20"/>
          <w:szCs w:val="24"/>
        </w:rPr>
      </w:pPr>
    </w:p>
    <w:p w:rsidR="00101C82" w:rsidRDefault="00101C82" w:rsidP="00E304FB">
      <w:pPr>
        <w:ind w:left="4253"/>
        <w:rPr>
          <w:rFonts w:ascii="Times New Roman CYR" w:hAnsi="Times New Roman CYR"/>
          <w:sz w:val="20"/>
          <w:szCs w:val="24"/>
        </w:rPr>
      </w:pPr>
    </w:p>
    <w:p w:rsidR="00101C82" w:rsidRDefault="00101C82" w:rsidP="00E304FB">
      <w:pPr>
        <w:ind w:left="4253"/>
        <w:rPr>
          <w:rFonts w:ascii="Times New Roman CYR" w:hAnsi="Times New Roman CYR"/>
          <w:sz w:val="20"/>
          <w:szCs w:val="24"/>
        </w:rPr>
      </w:pPr>
    </w:p>
    <w:p w:rsidR="00101C82" w:rsidRDefault="00101C82" w:rsidP="00E304FB">
      <w:pPr>
        <w:ind w:left="4253"/>
        <w:rPr>
          <w:rFonts w:ascii="Times New Roman CYR" w:hAnsi="Times New Roman CYR"/>
          <w:sz w:val="20"/>
          <w:szCs w:val="24"/>
        </w:rPr>
      </w:pPr>
    </w:p>
    <w:p w:rsidR="00101C82" w:rsidRDefault="00101C82" w:rsidP="00E304FB">
      <w:pPr>
        <w:ind w:left="4253"/>
        <w:rPr>
          <w:rFonts w:ascii="Times New Roman CYR" w:hAnsi="Times New Roman CYR"/>
          <w:sz w:val="20"/>
          <w:szCs w:val="24"/>
        </w:rPr>
      </w:pPr>
    </w:p>
    <w:p w:rsidR="00101C82" w:rsidRDefault="00101C82" w:rsidP="00E304FB">
      <w:pPr>
        <w:ind w:left="4253"/>
        <w:rPr>
          <w:rFonts w:ascii="Times New Roman CYR" w:hAnsi="Times New Roman CYR"/>
          <w:sz w:val="20"/>
          <w:szCs w:val="24"/>
        </w:rPr>
      </w:pPr>
    </w:p>
    <w:sectPr w:rsidR="00101C82" w:rsidSect="00CA7B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851" w:bottom="1135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1C82" w:rsidRDefault="00101C82" w:rsidP="00880A68">
      <w:r>
        <w:separator/>
      </w:r>
    </w:p>
  </w:endnote>
  <w:endnote w:type="continuationSeparator" w:id="0">
    <w:p w:rsidR="00101C82" w:rsidRDefault="00101C82" w:rsidP="00880A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1C82" w:rsidRDefault="00101C8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1C82" w:rsidRDefault="00101C8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1C82" w:rsidRDefault="00101C8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1C82" w:rsidRDefault="00101C82" w:rsidP="00880A68">
      <w:r>
        <w:separator/>
      </w:r>
    </w:p>
  </w:footnote>
  <w:footnote w:type="continuationSeparator" w:id="0">
    <w:p w:rsidR="00101C82" w:rsidRDefault="00101C82" w:rsidP="00880A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1C82" w:rsidRDefault="00101C82" w:rsidP="006B184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01C82" w:rsidRDefault="00101C8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1C82" w:rsidRPr="00D13DE2" w:rsidRDefault="00101C82" w:rsidP="006B1846">
    <w:pPr>
      <w:pStyle w:val="Header"/>
      <w:framePr w:wrap="around" w:vAnchor="text" w:hAnchor="margin" w:xAlign="center" w:y="1"/>
      <w:rPr>
        <w:rStyle w:val="PageNumber"/>
        <w:sz w:val="24"/>
        <w:szCs w:val="24"/>
      </w:rPr>
    </w:pPr>
  </w:p>
  <w:p w:rsidR="00101C82" w:rsidRDefault="00101C82" w:rsidP="00CA7B98">
    <w:pPr>
      <w:pStyle w:val="Header"/>
      <w:jc w:val="both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1C82" w:rsidRDefault="00101C8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5731D"/>
    <w:multiLevelType w:val="hybridMultilevel"/>
    <w:tmpl w:val="70E4540E"/>
    <w:lvl w:ilvl="0" w:tplc="C27A540A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377672F7"/>
    <w:multiLevelType w:val="hybridMultilevel"/>
    <w:tmpl w:val="D772AB74"/>
    <w:lvl w:ilvl="0" w:tplc="0419000F">
      <w:start w:val="3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">
    <w:nsid w:val="3E587EE4"/>
    <w:multiLevelType w:val="hybridMultilevel"/>
    <w:tmpl w:val="770209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430B"/>
    <w:rsid w:val="000252D7"/>
    <w:rsid w:val="000265E0"/>
    <w:rsid w:val="00060F20"/>
    <w:rsid w:val="00061518"/>
    <w:rsid w:val="00066A58"/>
    <w:rsid w:val="0006791C"/>
    <w:rsid w:val="00074364"/>
    <w:rsid w:val="0009094B"/>
    <w:rsid w:val="000B003A"/>
    <w:rsid w:val="000D2B30"/>
    <w:rsid w:val="00101C82"/>
    <w:rsid w:val="00102A00"/>
    <w:rsid w:val="0011064B"/>
    <w:rsid w:val="0013271F"/>
    <w:rsid w:val="00154EFC"/>
    <w:rsid w:val="00154FA8"/>
    <w:rsid w:val="00163210"/>
    <w:rsid w:val="00163E72"/>
    <w:rsid w:val="0017464C"/>
    <w:rsid w:val="00183F2A"/>
    <w:rsid w:val="00197506"/>
    <w:rsid w:val="001C26A6"/>
    <w:rsid w:val="001E2F22"/>
    <w:rsid w:val="001F13E6"/>
    <w:rsid w:val="001F2D7D"/>
    <w:rsid w:val="001F7449"/>
    <w:rsid w:val="002456E2"/>
    <w:rsid w:val="00245F5F"/>
    <w:rsid w:val="00246FF2"/>
    <w:rsid w:val="002868F1"/>
    <w:rsid w:val="0028765A"/>
    <w:rsid w:val="002A15AC"/>
    <w:rsid w:val="002A351F"/>
    <w:rsid w:val="00310C77"/>
    <w:rsid w:val="00311CF5"/>
    <w:rsid w:val="0032610A"/>
    <w:rsid w:val="00351518"/>
    <w:rsid w:val="00381970"/>
    <w:rsid w:val="003857AD"/>
    <w:rsid w:val="003A3ACF"/>
    <w:rsid w:val="003B68FF"/>
    <w:rsid w:val="003C2803"/>
    <w:rsid w:val="003C58A6"/>
    <w:rsid w:val="003D0929"/>
    <w:rsid w:val="003E4812"/>
    <w:rsid w:val="003F03D3"/>
    <w:rsid w:val="00420B40"/>
    <w:rsid w:val="0042142A"/>
    <w:rsid w:val="004236D9"/>
    <w:rsid w:val="00454A5F"/>
    <w:rsid w:val="0048430B"/>
    <w:rsid w:val="00487335"/>
    <w:rsid w:val="004D07FA"/>
    <w:rsid w:val="00503A17"/>
    <w:rsid w:val="00513423"/>
    <w:rsid w:val="00545E72"/>
    <w:rsid w:val="005902B2"/>
    <w:rsid w:val="005A1C0A"/>
    <w:rsid w:val="005B1888"/>
    <w:rsid w:val="005F4721"/>
    <w:rsid w:val="005F6CBF"/>
    <w:rsid w:val="00606446"/>
    <w:rsid w:val="00625C34"/>
    <w:rsid w:val="00626052"/>
    <w:rsid w:val="00672189"/>
    <w:rsid w:val="006B1846"/>
    <w:rsid w:val="006C2A0D"/>
    <w:rsid w:val="006F1BFB"/>
    <w:rsid w:val="006F2308"/>
    <w:rsid w:val="006F7160"/>
    <w:rsid w:val="007013C0"/>
    <w:rsid w:val="00707671"/>
    <w:rsid w:val="007076F8"/>
    <w:rsid w:val="00753ABD"/>
    <w:rsid w:val="007E1238"/>
    <w:rsid w:val="007E3A64"/>
    <w:rsid w:val="007F5793"/>
    <w:rsid w:val="0081477A"/>
    <w:rsid w:val="0085374E"/>
    <w:rsid w:val="00854718"/>
    <w:rsid w:val="00880A68"/>
    <w:rsid w:val="008A70A9"/>
    <w:rsid w:val="008E68C3"/>
    <w:rsid w:val="008F4265"/>
    <w:rsid w:val="0090039B"/>
    <w:rsid w:val="00907F60"/>
    <w:rsid w:val="00937C3A"/>
    <w:rsid w:val="009418D5"/>
    <w:rsid w:val="00952AD3"/>
    <w:rsid w:val="00961431"/>
    <w:rsid w:val="00983588"/>
    <w:rsid w:val="009A7F89"/>
    <w:rsid w:val="009D1DE2"/>
    <w:rsid w:val="00A04A5E"/>
    <w:rsid w:val="00A12FD2"/>
    <w:rsid w:val="00A25FD0"/>
    <w:rsid w:val="00A65284"/>
    <w:rsid w:val="00AC436B"/>
    <w:rsid w:val="00AE29EF"/>
    <w:rsid w:val="00AF5917"/>
    <w:rsid w:val="00B000F4"/>
    <w:rsid w:val="00B05552"/>
    <w:rsid w:val="00B0627A"/>
    <w:rsid w:val="00B13449"/>
    <w:rsid w:val="00B27166"/>
    <w:rsid w:val="00B35405"/>
    <w:rsid w:val="00B56B1D"/>
    <w:rsid w:val="00B71F86"/>
    <w:rsid w:val="00B76EF5"/>
    <w:rsid w:val="00B82A31"/>
    <w:rsid w:val="00B93B8B"/>
    <w:rsid w:val="00BA0A43"/>
    <w:rsid w:val="00BB2138"/>
    <w:rsid w:val="00BB25D7"/>
    <w:rsid w:val="00BF33E9"/>
    <w:rsid w:val="00C443E7"/>
    <w:rsid w:val="00C5467A"/>
    <w:rsid w:val="00C869CA"/>
    <w:rsid w:val="00C90C99"/>
    <w:rsid w:val="00CA043E"/>
    <w:rsid w:val="00CA7B98"/>
    <w:rsid w:val="00D03EF7"/>
    <w:rsid w:val="00D13DE2"/>
    <w:rsid w:val="00D21438"/>
    <w:rsid w:val="00D43C29"/>
    <w:rsid w:val="00D92840"/>
    <w:rsid w:val="00DD1102"/>
    <w:rsid w:val="00E0699A"/>
    <w:rsid w:val="00E304FB"/>
    <w:rsid w:val="00E403C3"/>
    <w:rsid w:val="00E62388"/>
    <w:rsid w:val="00E77A8D"/>
    <w:rsid w:val="00E91369"/>
    <w:rsid w:val="00EA1801"/>
    <w:rsid w:val="00EE54E3"/>
    <w:rsid w:val="00F45D76"/>
    <w:rsid w:val="00FA17F0"/>
    <w:rsid w:val="00FE62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430B"/>
    <w:pPr>
      <w:jc w:val="center"/>
    </w:pPr>
    <w:rPr>
      <w:rFonts w:ascii="Times New Roman" w:eastAsia="Times New Roman" w:hAnsi="Times New Roman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D1DE2"/>
    <w:pPr>
      <w:keepNext/>
      <w:keepLines/>
      <w:spacing w:before="480"/>
      <w:outlineLvl w:val="0"/>
    </w:pPr>
    <w:rPr>
      <w:rFonts w:ascii="Cambria" w:hAnsi="Cambria"/>
      <w:b/>
      <w:bCs/>
      <w:color w:val="365F91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8430B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8430B"/>
    <w:pPr>
      <w:keepNext/>
      <w:outlineLvl w:val="8"/>
    </w:pPr>
    <w:rPr>
      <w:rFonts w:ascii="Times New Roman CYR" w:hAnsi="Times New Roman CYR"/>
      <w:b/>
      <w:spacing w:val="60"/>
      <w:sz w:val="32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D1DE2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48430B"/>
    <w:rPr>
      <w:rFonts w:ascii="Cambria" w:hAnsi="Cambria" w:cs="Times New Roman"/>
      <w:color w:val="243F60"/>
      <w:sz w:val="28"/>
      <w:szCs w:val="28"/>
      <w:lang w:eastAsia="ru-RU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48430B"/>
    <w:rPr>
      <w:rFonts w:ascii="Times New Roman CYR" w:hAnsi="Times New Roman CYR" w:cs="Times New Roman"/>
      <w:b/>
      <w:spacing w:val="60"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rsid w:val="0048430B"/>
    <w:pPr>
      <w:tabs>
        <w:tab w:val="center" w:pos="4677"/>
        <w:tab w:val="right" w:pos="9355"/>
      </w:tabs>
    </w:pPr>
    <w:rPr>
      <w:sz w:val="22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8430B"/>
    <w:rPr>
      <w:rFonts w:ascii="Times New Roman" w:hAnsi="Times New Roman" w:cs="Times New Roman"/>
      <w:sz w:val="28"/>
      <w:szCs w:val="28"/>
      <w:lang w:eastAsia="ru-RU"/>
    </w:rPr>
  </w:style>
  <w:style w:type="character" w:styleId="PageNumber">
    <w:name w:val="page number"/>
    <w:basedOn w:val="DefaultParagraphFont"/>
    <w:uiPriority w:val="99"/>
    <w:rsid w:val="0048430B"/>
    <w:rPr>
      <w:rFonts w:cs="Times New Roman"/>
      <w:spacing w:val="0"/>
      <w:w w:val="100"/>
      <w:sz w:val="22"/>
    </w:rPr>
  </w:style>
  <w:style w:type="paragraph" w:styleId="BodyTextIndent">
    <w:name w:val="Body Text Indent"/>
    <w:basedOn w:val="Normal"/>
    <w:link w:val="BodyTextIndentChar"/>
    <w:uiPriority w:val="99"/>
    <w:rsid w:val="0048430B"/>
    <w:pPr>
      <w:ind w:firstLine="720"/>
      <w:jc w:val="both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48430B"/>
    <w:rPr>
      <w:rFonts w:ascii="Times New Roman" w:hAnsi="Times New Roman" w:cs="Times New Roman"/>
      <w:sz w:val="28"/>
      <w:szCs w:val="28"/>
      <w:lang w:eastAsia="ru-RU"/>
    </w:rPr>
  </w:style>
  <w:style w:type="paragraph" w:styleId="BodyTextIndent2">
    <w:name w:val="Body Text Indent 2"/>
    <w:basedOn w:val="Normal"/>
    <w:link w:val="BodyTextIndent2Char"/>
    <w:uiPriority w:val="99"/>
    <w:rsid w:val="0048430B"/>
    <w:pPr>
      <w:autoSpaceDE w:val="0"/>
      <w:autoSpaceDN w:val="0"/>
      <w:ind w:firstLine="720"/>
      <w:jc w:val="both"/>
    </w:pPr>
    <w:rPr>
      <w:i/>
      <w:iCs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48430B"/>
    <w:rPr>
      <w:rFonts w:ascii="Times New Roman" w:hAnsi="Times New Roman" w:cs="Times New Roman"/>
      <w:i/>
      <w:iCs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BB2138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8"/>
      <w:szCs w:val="28"/>
    </w:rPr>
  </w:style>
  <w:style w:type="paragraph" w:styleId="BodyText">
    <w:name w:val="Body Text"/>
    <w:basedOn w:val="Normal"/>
    <w:link w:val="BodyTextChar"/>
    <w:uiPriority w:val="99"/>
    <w:semiHidden/>
    <w:rsid w:val="009D1DE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D1DE2"/>
    <w:rPr>
      <w:rFonts w:ascii="Times New Roman" w:hAnsi="Times New Roman" w:cs="Times New Roman"/>
      <w:sz w:val="28"/>
      <w:szCs w:val="28"/>
      <w:lang w:eastAsia="ru-RU"/>
    </w:rPr>
  </w:style>
  <w:style w:type="paragraph" w:styleId="BodyText3">
    <w:name w:val="Body Text 3"/>
    <w:basedOn w:val="Normal"/>
    <w:link w:val="BodyText3Char"/>
    <w:uiPriority w:val="99"/>
    <w:semiHidden/>
    <w:rsid w:val="009D1DE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9D1DE2"/>
    <w:rPr>
      <w:rFonts w:ascii="Times New Roman" w:hAnsi="Times New Roman" w:cs="Times New Roman"/>
      <w:sz w:val="16"/>
      <w:szCs w:val="16"/>
      <w:lang w:eastAsia="ru-RU"/>
    </w:rPr>
  </w:style>
  <w:style w:type="paragraph" w:styleId="BlockText">
    <w:name w:val="Block Text"/>
    <w:basedOn w:val="Normal"/>
    <w:uiPriority w:val="99"/>
    <w:semiHidden/>
    <w:rsid w:val="009D1DE2"/>
    <w:pPr>
      <w:widowControl w:val="0"/>
      <w:shd w:val="clear" w:color="auto" w:fill="FFFFFF"/>
      <w:spacing w:before="5"/>
      <w:ind w:left="1882" w:right="730" w:hanging="950"/>
      <w:jc w:val="left"/>
    </w:pPr>
    <w:rPr>
      <w:color w:val="000000"/>
      <w:spacing w:val="-6"/>
      <w:szCs w:val="20"/>
    </w:rPr>
  </w:style>
  <w:style w:type="paragraph" w:styleId="Footer">
    <w:name w:val="footer"/>
    <w:basedOn w:val="Normal"/>
    <w:link w:val="FooterChar"/>
    <w:uiPriority w:val="99"/>
    <w:semiHidden/>
    <w:rsid w:val="00CA7B9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A7B98"/>
    <w:rPr>
      <w:rFonts w:ascii="Times New Roman" w:hAnsi="Times New Roman" w:cs="Times New Roman"/>
      <w:sz w:val="28"/>
      <w:szCs w:val="28"/>
      <w:lang w:eastAsia="ru-RU"/>
    </w:rPr>
  </w:style>
  <w:style w:type="table" w:styleId="TableGrid">
    <w:name w:val="Table Grid"/>
    <w:basedOn w:val="TableNormal"/>
    <w:uiPriority w:val="99"/>
    <w:rsid w:val="00183F2A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C58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194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263</TotalTime>
  <Pages>2</Pages>
  <Words>276</Words>
  <Characters>1578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</dc:creator>
  <cp:keywords/>
  <dc:description/>
  <cp:lastModifiedBy>user-gasvibory</cp:lastModifiedBy>
  <cp:revision>62</cp:revision>
  <cp:lastPrinted>2016-06-17T14:19:00Z</cp:lastPrinted>
  <dcterms:created xsi:type="dcterms:W3CDTF">2016-06-05T05:12:00Z</dcterms:created>
  <dcterms:modified xsi:type="dcterms:W3CDTF">2016-06-28T12:07:00Z</dcterms:modified>
</cp:coreProperties>
</file>